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66AA8E69" w:rsidR="00F422D3" w:rsidRDefault="00F422D3" w:rsidP="00B42F40">
      <w:pPr>
        <w:pStyle w:val="Titul2"/>
      </w:pPr>
      <w:r>
        <w:t>Název zakázky: „</w:t>
      </w:r>
      <w:r w:rsidR="00B14847" w:rsidRPr="00B14847">
        <w:t>Oprava tramvajového křížení v km 0,580 v žst. Olomouc hl. n. po MU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DE2D3" w14:textId="77777777" w:rsidR="004D743C" w:rsidRPr="00B42F40" w:rsidRDefault="004D743C" w:rsidP="004D743C">
      <w:pPr>
        <w:pStyle w:val="Textbezodsazen"/>
        <w:spacing w:after="0"/>
        <w:rPr>
          <w:rStyle w:val="Zdraznnjemn"/>
          <w:b/>
          <w:iCs w:val="0"/>
          <w:color w:val="auto"/>
        </w:rPr>
      </w:pPr>
      <w:r w:rsidRPr="00B42F40">
        <w:rPr>
          <w:rStyle w:val="Zdraznnjemn"/>
          <w:b/>
          <w:iCs w:val="0"/>
          <w:color w:val="auto"/>
        </w:rPr>
        <w:t xml:space="preserve">Korespondenční adresa: </w:t>
      </w:r>
    </w:p>
    <w:p w14:paraId="6071260D" w14:textId="0215DC77" w:rsidR="004D743C" w:rsidRDefault="004D743C" w:rsidP="004D743C">
      <w:pPr>
        <w:pStyle w:val="Textbezodsazen"/>
      </w:pPr>
      <w:r>
        <w:t xml:space="preserve">Správa železnic, státní organizace, Oblastní ředitelství Ostrava, Muglinovská 1038/5, 702 00 Ostrava </w:t>
      </w:r>
    </w:p>
    <w:p w14:paraId="67C1B6A5" w14:textId="5BD6BD6F"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97C3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5B874C1" w:rsidR="00AF2741" w:rsidRDefault="000175DF" w:rsidP="00AF2741">
      <w:pPr>
        <w:pStyle w:val="Textbezodsazen"/>
      </w:pPr>
      <w:r>
        <w:t>(dále samostatně jako „</w:t>
      </w:r>
      <w:r w:rsidRPr="00AF731D">
        <w:rPr>
          <w:b/>
        </w:rPr>
        <w:t>Objednatel 1</w:t>
      </w:r>
      <w:r>
        <w:t>“)</w:t>
      </w:r>
    </w:p>
    <w:p w14:paraId="5DEFB656" w14:textId="77777777" w:rsidR="00B42F40" w:rsidRDefault="00B42F40" w:rsidP="00B42F40">
      <w:pPr>
        <w:pStyle w:val="Textbezodsazen"/>
      </w:pPr>
    </w:p>
    <w:p w14:paraId="3F9A7F00" w14:textId="77777777" w:rsidR="000175DF" w:rsidRPr="00FC6263" w:rsidRDefault="000175DF" w:rsidP="000175DF">
      <w:pPr>
        <w:pStyle w:val="Textbezodsazen"/>
        <w:spacing w:after="0"/>
        <w:rPr>
          <w:b/>
        </w:rPr>
      </w:pPr>
      <w:r w:rsidRPr="00FC6263">
        <w:rPr>
          <w:b/>
        </w:rPr>
        <w:t xml:space="preserve">Dopravní podnik města Olomouce, a.s. </w:t>
      </w:r>
    </w:p>
    <w:p w14:paraId="2507030F" w14:textId="77777777" w:rsidR="000175DF" w:rsidRPr="00FC6263" w:rsidRDefault="000175DF" w:rsidP="000175DF">
      <w:pPr>
        <w:pStyle w:val="Textbezodsazen"/>
        <w:spacing w:after="0"/>
      </w:pPr>
      <w:r w:rsidRPr="00FC6263">
        <w:t xml:space="preserve">se sídlem: Koželužská 563/1, 779 00 Olomouc </w:t>
      </w:r>
    </w:p>
    <w:p w14:paraId="190D2B0C" w14:textId="77777777" w:rsidR="000175DF" w:rsidRPr="00FC6263" w:rsidRDefault="000175DF" w:rsidP="000175DF">
      <w:pPr>
        <w:pStyle w:val="Textbezodsazen"/>
        <w:spacing w:after="0"/>
      </w:pPr>
      <w:r w:rsidRPr="00FC6263">
        <w:t>IČO: 47676639, DIČ: CZ4767663</w:t>
      </w:r>
    </w:p>
    <w:p w14:paraId="2939219C" w14:textId="77777777" w:rsidR="000175DF" w:rsidRPr="006504B2" w:rsidRDefault="000175DF" w:rsidP="000175DF">
      <w:pPr>
        <w:pStyle w:val="Textbezodsazen"/>
        <w:spacing w:after="0"/>
      </w:pPr>
      <w:r w:rsidRPr="006504B2">
        <w:t>zapsaná v obchodním rejstříku vedeném Krajským soudem v Ostravě,</w:t>
      </w:r>
    </w:p>
    <w:p w14:paraId="0FCB24A2" w14:textId="77777777" w:rsidR="000175DF" w:rsidRPr="006504B2" w:rsidRDefault="000175DF" w:rsidP="000175DF">
      <w:pPr>
        <w:pStyle w:val="Textbezodsazen"/>
        <w:spacing w:after="0"/>
      </w:pPr>
      <w:r w:rsidRPr="006504B2">
        <w:t>spisová značka B 803</w:t>
      </w:r>
    </w:p>
    <w:p w14:paraId="7F490ED9" w14:textId="77777777" w:rsidR="000175DF" w:rsidRPr="006504B2" w:rsidRDefault="000175DF" w:rsidP="000175DF">
      <w:pPr>
        <w:pStyle w:val="Textbezodsazen"/>
        <w:spacing w:after="0"/>
      </w:pPr>
      <w:r>
        <w:t>zastoupena:</w:t>
      </w:r>
      <w:r>
        <w:tab/>
      </w:r>
      <w:r w:rsidRPr="006504B2">
        <w:t>Ing. Jaroslav Michalík, předseda představenstva a.s.</w:t>
      </w:r>
    </w:p>
    <w:p w14:paraId="30CB9D49" w14:textId="77777777" w:rsidR="000175DF" w:rsidRPr="006504B2" w:rsidRDefault="000175DF" w:rsidP="000175DF">
      <w:pPr>
        <w:pStyle w:val="Textbezodsazen"/>
      </w:pPr>
      <w:r w:rsidRPr="006504B2">
        <w:t xml:space="preserve">                   </w:t>
      </w:r>
      <w:r>
        <w:tab/>
      </w:r>
      <w:r w:rsidRPr="006504B2">
        <w:t>Mgr. Petr Kocourek, MBA, LL.M., člen představenstva a.s.</w:t>
      </w:r>
    </w:p>
    <w:p w14:paraId="39DBFC4B" w14:textId="77777777" w:rsidR="004D743C" w:rsidRPr="00B42F40" w:rsidRDefault="004D743C" w:rsidP="004D743C">
      <w:pPr>
        <w:pStyle w:val="Textbezodsazen"/>
        <w:spacing w:after="0"/>
        <w:rPr>
          <w:rStyle w:val="Zdraznnjemn"/>
          <w:b/>
          <w:iCs w:val="0"/>
          <w:color w:val="auto"/>
        </w:rPr>
      </w:pPr>
      <w:r w:rsidRPr="00B42F40">
        <w:rPr>
          <w:rStyle w:val="Zdraznnjemn"/>
          <w:b/>
          <w:iCs w:val="0"/>
          <w:color w:val="auto"/>
        </w:rPr>
        <w:t xml:space="preserve">Korespondenční adresa: </w:t>
      </w:r>
    </w:p>
    <w:p w14:paraId="60589C2A" w14:textId="4611FC60" w:rsidR="004D743C" w:rsidRDefault="004D743C" w:rsidP="004D743C">
      <w:pPr>
        <w:pStyle w:val="Textbezodsazen"/>
      </w:pPr>
      <w:r w:rsidRPr="004D743C">
        <w:rPr>
          <w:bCs/>
        </w:rPr>
        <w:t>Dopravní podnik města Olomouce, a.s.</w:t>
      </w:r>
      <w:r>
        <w:rPr>
          <w:bCs/>
        </w:rPr>
        <w:t xml:space="preserve">, </w:t>
      </w:r>
      <w:r w:rsidRPr="00FC6263">
        <w:t>Koželužská 563/1, 779 00 Olomouc</w:t>
      </w:r>
      <w:r>
        <w:t xml:space="preserve"> </w:t>
      </w:r>
    </w:p>
    <w:p w14:paraId="0E5DB624" w14:textId="13F2C8B8" w:rsidR="000175DF" w:rsidRPr="000544E3" w:rsidRDefault="000175DF" w:rsidP="000175DF">
      <w:pPr>
        <w:pStyle w:val="Textbezodsazen"/>
        <w:rPr>
          <w:rStyle w:val="Zdraznnjemn"/>
          <w:iCs w:val="0"/>
          <w:color w:val="auto"/>
        </w:rPr>
      </w:pPr>
      <w:r w:rsidRPr="000544E3">
        <w:rPr>
          <w:rStyle w:val="Zdraznnjemn"/>
          <w:b/>
          <w:iCs w:val="0"/>
          <w:color w:val="auto"/>
        </w:rPr>
        <w:t xml:space="preserve">Korespondenční e-mail (vyjma faktur): </w:t>
      </w:r>
      <w:hyperlink r:id="rId13" w:history="1">
        <w:r w:rsidRPr="00730ECE">
          <w:rPr>
            <w:rStyle w:val="Hypertextovodkaz"/>
            <w:noProof w:val="0"/>
          </w:rPr>
          <w:t>dpmo@dpmo.cz</w:t>
        </w:r>
      </w:hyperlink>
    </w:p>
    <w:p w14:paraId="3C213488" w14:textId="0402DA74" w:rsidR="000175DF" w:rsidRDefault="000175DF" w:rsidP="000175DF">
      <w:pPr>
        <w:pStyle w:val="Textbezodsazen"/>
      </w:pPr>
      <w:r w:rsidRPr="00AF731D">
        <w:rPr>
          <w:rStyle w:val="Zdraznnjemn"/>
          <w:b/>
          <w:iCs w:val="0"/>
          <w:color w:val="auto"/>
        </w:rPr>
        <w:t>Korespondenční e-mail pro doručování faktur</w:t>
      </w:r>
      <w:r w:rsidRPr="00AF731D">
        <w:rPr>
          <w:rFonts w:ascii="Verdana" w:hAnsi="Verdana" w:cstheme="minorHAnsi"/>
          <w:b/>
        </w:rPr>
        <w:t xml:space="preserve"> v elektronické podobě: </w:t>
      </w:r>
      <w:r w:rsidR="00897C33" w:rsidRPr="00897C33">
        <w:t>fakturace@d</w:t>
      </w:r>
      <w:r w:rsidR="00897C33">
        <w:t>pmo.cz</w:t>
      </w:r>
    </w:p>
    <w:p w14:paraId="49913867" w14:textId="60E91ABF" w:rsidR="000175DF" w:rsidRDefault="000175DF" w:rsidP="000175DF">
      <w:pPr>
        <w:pStyle w:val="Textbezodsazen"/>
      </w:pPr>
      <w:r w:rsidRPr="00AF731D">
        <w:t>(</w:t>
      </w:r>
      <w:r>
        <w:t>dále samostatně jako</w:t>
      </w:r>
      <w:r w:rsidRPr="00AF731D">
        <w:t xml:space="preserve"> „</w:t>
      </w:r>
      <w:r w:rsidRPr="00AF731D">
        <w:rPr>
          <w:b/>
        </w:rPr>
        <w:t>Objednatel 2</w:t>
      </w:r>
      <w:r w:rsidRPr="00AF731D">
        <w:t>“)</w:t>
      </w:r>
    </w:p>
    <w:p w14:paraId="6F574D5E" w14:textId="77777777" w:rsidR="004D743C" w:rsidRDefault="004D743C" w:rsidP="004D743C">
      <w:pPr>
        <w:pStyle w:val="Textbezodsazen"/>
        <w:spacing w:after="0"/>
      </w:pPr>
      <w:r>
        <w:t xml:space="preserve">číslo smlouvy: </w:t>
      </w:r>
      <w:r w:rsidRPr="00611DEA">
        <w:rPr>
          <w:b/>
          <w:highlight w:val="lightGray"/>
        </w:rPr>
        <w:t>"[VLOŽÍ OBJEDNATEL]"</w:t>
      </w:r>
      <w:r>
        <w:t xml:space="preserve"> </w:t>
      </w:r>
    </w:p>
    <w:p w14:paraId="6BC32205" w14:textId="77777777" w:rsidR="004D743C" w:rsidRDefault="004D743C" w:rsidP="004D743C">
      <w:pPr>
        <w:pStyle w:val="Textbezodsazen"/>
        <w:spacing w:after="0"/>
      </w:pPr>
    </w:p>
    <w:p w14:paraId="207E44A0" w14:textId="2D0D214C" w:rsidR="004D743C" w:rsidRDefault="004D743C" w:rsidP="000175DF">
      <w:pPr>
        <w:pStyle w:val="Textbezodsazen"/>
      </w:pPr>
      <w:r>
        <w:t>(Objednatel 1 a Objednatel 2 společně dále jen jako „</w:t>
      </w:r>
      <w:r w:rsidRPr="00AF731D">
        <w:rPr>
          <w:b/>
        </w:rPr>
        <w:t>Objednatelé</w:t>
      </w:r>
      <w:r>
        <w:t>“ nebo „</w:t>
      </w:r>
      <w:r>
        <w:rPr>
          <w:b/>
        </w:rPr>
        <w:t>Objednatel“</w:t>
      </w:r>
      <w:r>
        <w:t>)</w:t>
      </w:r>
    </w:p>
    <w:p w14:paraId="5032F190" w14:textId="77777777" w:rsidR="00F422D3" w:rsidRDefault="00F422D3" w:rsidP="00B42F40">
      <w:pPr>
        <w:pStyle w:val="Textbezodsazen"/>
      </w:pPr>
      <w:r w:rsidRPr="00B42F40">
        <w:t>a</w:t>
      </w: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lastRenderedPageBreak/>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E4E17D4" w:rsidR="00F24489" w:rsidRDefault="00F24489" w:rsidP="00F24489">
      <w:pPr>
        <w:pStyle w:val="Text1-1"/>
      </w:pPr>
      <w:r w:rsidRPr="00F24489">
        <w:t>Objednatel</w:t>
      </w:r>
      <w:r w:rsidR="00611325">
        <w:t xml:space="preserve"> 1</w:t>
      </w:r>
      <w:r w:rsidRPr="00F24489">
        <w:t xml:space="preserve">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0E4E47C1" w14:textId="373A124C" w:rsidR="00611325" w:rsidRPr="00F24489" w:rsidRDefault="00611325" w:rsidP="00F24489">
      <w:pPr>
        <w:pStyle w:val="Text1-1"/>
      </w:pPr>
      <w:r w:rsidRPr="00CB59D5">
        <w:t>Objednatel 2 prohlašuje, že je členem koncernu Statutárního města Olomouc, kde Statutární město Olomouc, IČO 002 99 308, se sídlem Horní náměstí 583, 779 11 Olomouc, vystupuje jako řídící osoba, a že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4C8F0A7A" w:rsidR="00F24489" w:rsidRPr="00897C33" w:rsidRDefault="00F24489" w:rsidP="00F24489">
      <w:pPr>
        <w:pStyle w:val="Text1-1"/>
      </w:pPr>
      <w:r w:rsidRPr="00F24489">
        <w:t>Zhotovitel dále prohlašuje, že se ke dni uzavření této Smlouvy řádně seznámil se všemi Interními předpisy Objednatele</w:t>
      </w:r>
      <w:r w:rsidR="00611325">
        <w:t xml:space="preserve"> 1</w:t>
      </w:r>
      <w:r w:rsidRPr="00F24489">
        <w:t xml:space="preserve">, které se týkají předmětného Díla, které jsou vymezeny v Technických kvalitativních podmínkách staveb </w:t>
      </w:r>
      <w:r w:rsidRPr="00897C33">
        <w:t>státních drah</w:t>
      </w:r>
      <w:r w:rsidR="00611325" w:rsidRPr="00897C33">
        <w:t xml:space="preserve"> a Objednatele 2, které se týkají předmětného Díla, které jsou vymezeny v Provozně-technických podmínkách tramvajových tratí DPMO, a.s. a Standardech DPMO, a.s., které tvoří Přílohu č. 2 této Smlouvy</w:t>
      </w:r>
      <w:r w:rsidRPr="00897C33">
        <w:t>.</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lastRenderedPageBreak/>
        <w:t>ÚČEL SMLOUVY</w:t>
      </w:r>
    </w:p>
    <w:p w14:paraId="645DB4A4" w14:textId="7F22C09E" w:rsidR="00F24489" w:rsidRDefault="00F24489" w:rsidP="00C67B70">
      <w:pPr>
        <w:pStyle w:val="Text1-1"/>
      </w:pPr>
      <w:r w:rsidRPr="00F97DBD">
        <w:t xml:space="preserve">Objednatel oznámil uveřejněním </w:t>
      </w:r>
      <w:r>
        <w:t>na profilu zadavatele</w:t>
      </w:r>
      <w:r w:rsidR="00611325">
        <w:t xml:space="preserve"> v rámci společného zadávání</w:t>
      </w:r>
      <w:r>
        <w:t xml:space="preserve">: </w:t>
      </w:r>
      <w:hyperlink r:id="rId14"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B14847">
        <w:t>24130</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B14847" w:rsidRPr="00B14847">
        <w:rPr>
          <w:b/>
        </w:rPr>
        <w:t>Oprava tramvajového křížení v km 0,580 v žst. Olomouc hl. n. po MU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0E01FDB" w14:textId="77777777" w:rsidR="00611325" w:rsidRPr="00497291" w:rsidRDefault="00611325" w:rsidP="00611325">
      <w:pPr>
        <w:pStyle w:val="Textbezslovn"/>
      </w:pPr>
      <w:r w:rsidRPr="00497291">
        <w:t>z toho Cena Díla bez DPH financovaná Objednatelem 1 činí</w:t>
      </w:r>
      <w:r w:rsidRPr="00791E98">
        <w:rPr>
          <w:highlight w:val="lightGray"/>
        </w:rPr>
        <w:t xml:space="preserve">:  </w:t>
      </w:r>
      <w:r>
        <w:rPr>
          <w:highlight w:val="lightGray"/>
        </w:rPr>
        <w:t>"[VLOŽÍ OBJEDNATEL</w:t>
      </w:r>
      <w:r w:rsidRPr="00791E98">
        <w:rPr>
          <w:highlight w:val="lightGray"/>
        </w:rPr>
        <w:t>]"</w:t>
      </w:r>
      <w:r w:rsidRPr="00497291">
        <w:t>,</w:t>
      </w:r>
    </w:p>
    <w:p w14:paraId="1FC5A673" w14:textId="3D05040E" w:rsidR="00611325" w:rsidRPr="00F97DBD" w:rsidRDefault="00611325" w:rsidP="00611325">
      <w:pPr>
        <w:pStyle w:val="Textbezslovn"/>
      </w:pPr>
      <w:r w:rsidRPr="00497291">
        <w:t xml:space="preserve">z toho Cena Díla bez DPH financovaná Objednatelem 2 činí:  </w:t>
      </w:r>
      <w:r w:rsidRPr="00791E98">
        <w:rPr>
          <w:highlight w:val="lightGray"/>
        </w:rPr>
        <w:t>"[VLOŽÍ OBJEDNATEL]"</w:t>
      </w:r>
      <w:r>
        <w:t>.</w:t>
      </w:r>
    </w:p>
    <w:p w14:paraId="3C39FB5C" w14:textId="24B2DC1F" w:rsidR="00F24489" w:rsidRDefault="00F24489" w:rsidP="00F24489">
      <w:pPr>
        <w:pStyle w:val="Textbezslovn"/>
      </w:pPr>
      <w:r w:rsidRPr="000175DF">
        <w:t>Rozpis Ceny Díla dle jednotlivých položek</w:t>
      </w:r>
      <w:r w:rsidR="00611325">
        <w:t xml:space="preserve"> </w:t>
      </w:r>
      <w:r w:rsidR="00611325" w:rsidRPr="006D516D">
        <w:t>včetně určení částí financovaných Objednatelem 1 a Objednatelem 2</w:t>
      </w:r>
      <w:r w:rsidRPr="000175DF">
        <w:t xml:space="preserve"> je uveden v Příloze č. 4 této Smlouvy.</w:t>
      </w:r>
    </w:p>
    <w:p w14:paraId="5108CEFB" w14:textId="77777777" w:rsidR="00611325" w:rsidRPr="00611325" w:rsidRDefault="00611325" w:rsidP="00611325">
      <w:pPr>
        <w:pStyle w:val="Textbezslovn"/>
      </w:pPr>
      <w:r w:rsidRPr="00611325">
        <w:t>Zhotovitel je povinen členit fakturaci dle jednotlivých položek uvedených v Příloze č. 4 této Smlouvy samostatně, a to tak, že:</w:t>
      </w:r>
    </w:p>
    <w:p w14:paraId="2FA30AB2" w14:textId="77777777" w:rsidR="00611325" w:rsidRPr="00611325" w:rsidRDefault="00611325" w:rsidP="00611325">
      <w:pPr>
        <w:pStyle w:val="Text1-2"/>
        <w:numPr>
          <w:ilvl w:val="2"/>
          <w:numId w:val="6"/>
        </w:numPr>
      </w:pPr>
      <w:r w:rsidRPr="00611325">
        <w:t xml:space="preserve">Pro SO 01 – Oprava tramvajového křížení </w:t>
      </w:r>
    </w:p>
    <w:p w14:paraId="1CDE1C84" w14:textId="70E8DAFB" w:rsidR="00611325" w:rsidRPr="00F57879" w:rsidRDefault="00611325" w:rsidP="00611325">
      <w:pPr>
        <w:pStyle w:val="Text1-2"/>
        <w:numPr>
          <w:ilvl w:val="0"/>
          <w:numId w:val="23"/>
        </w:numPr>
      </w:pPr>
      <w:r w:rsidRPr="00F57879">
        <w:t xml:space="preserve">náklady na položky poř.č. 1, 2, </w:t>
      </w:r>
      <w:r w:rsidR="00F57879" w:rsidRPr="00F57879">
        <w:t xml:space="preserve">5-7, 10-11, 14-19, 21-29, 32-34, 37-38, 42 </w:t>
      </w:r>
      <w:r w:rsidRPr="00F57879">
        <w:t xml:space="preserve"> budou Zhotovitelem fakturovány výlučně Objednateli 1, </w:t>
      </w:r>
    </w:p>
    <w:p w14:paraId="0FF8C33B" w14:textId="304760AF" w:rsidR="00611325" w:rsidRPr="00611325" w:rsidRDefault="00611325" w:rsidP="00611325">
      <w:pPr>
        <w:pStyle w:val="Text1-2"/>
        <w:numPr>
          <w:ilvl w:val="0"/>
          <w:numId w:val="23"/>
        </w:numPr>
      </w:pPr>
      <w:r w:rsidRPr="00611325">
        <w:t xml:space="preserve">náklady na položky poř.č. 3-4, 9, 12-13, 20, 30-31, 35-36, </w:t>
      </w:r>
      <w:r w:rsidR="00F57879" w:rsidRPr="00F57879">
        <w:t>39,</w:t>
      </w:r>
      <w:r w:rsidR="00F57879">
        <w:t xml:space="preserve"> </w:t>
      </w:r>
      <w:r w:rsidRPr="00611325">
        <w:t>40-41, 43-44 budou Zhotovitelem fakturovány v procentuálním poměru Objednatel 1 50 % a Objednatel 2 50 %.</w:t>
      </w:r>
    </w:p>
    <w:p w14:paraId="5801D6C4" w14:textId="7BCA5F19" w:rsidR="00611325" w:rsidRPr="00611325" w:rsidRDefault="00611325" w:rsidP="00611325">
      <w:pPr>
        <w:pStyle w:val="Text1-2"/>
        <w:numPr>
          <w:ilvl w:val="0"/>
          <w:numId w:val="23"/>
        </w:numPr>
      </w:pPr>
      <w:r w:rsidRPr="00611325">
        <w:t>náklady na položky poř.č. 8 budou Zhotovitelem fakturovány výlučně Objednateli 2.</w:t>
      </w:r>
    </w:p>
    <w:p w14:paraId="1D58784B" w14:textId="48B7D3D8" w:rsidR="00611325" w:rsidRPr="00611325" w:rsidRDefault="00611325" w:rsidP="00611325">
      <w:pPr>
        <w:pStyle w:val="Text1-2"/>
        <w:numPr>
          <w:ilvl w:val="2"/>
          <w:numId w:val="6"/>
        </w:numPr>
      </w:pPr>
      <w:r w:rsidRPr="00611325">
        <w:lastRenderedPageBreak/>
        <w:t>Pro VON – Vedlejší a ostatní náklady</w:t>
      </w:r>
    </w:p>
    <w:p w14:paraId="369518D4" w14:textId="3B275F4E" w:rsidR="00611325" w:rsidRPr="00611325" w:rsidRDefault="00611325" w:rsidP="00611325">
      <w:pPr>
        <w:pStyle w:val="Text1-2"/>
        <w:numPr>
          <w:ilvl w:val="0"/>
          <w:numId w:val="23"/>
        </w:numPr>
      </w:pPr>
      <w:r w:rsidRPr="00611325">
        <w:t>náklady na položky poř.č. 1-4 budou Zhotovitelem fakturovány v procentuálním poměru Objednatel 1 50</w:t>
      </w:r>
      <w:r>
        <w:t xml:space="preserve"> </w:t>
      </w:r>
      <w:r w:rsidRPr="00611325">
        <w:t>% a Objednatel 2 50</w:t>
      </w:r>
      <w:r>
        <w:t xml:space="preserve"> </w:t>
      </w:r>
      <w:r w:rsidRPr="00611325">
        <w:t>%,</w:t>
      </w:r>
    </w:p>
    <w:p w14:paraId="3031C14E" w14:textId="131CA0CE" w:rsidR="00611325" w:rsidRPr="00611325" w:rsidRDefault="00611325" w:rsidP="00611325">
      <w:pPr>
        <w:pStyle w:val="Text1-2"/>
        <w:numPr>
          <w:ilvl w:val="0"/>
          <w:numId w:val="23"/>
        </w:numPr>
      </w:pPr>
      <w:r w:rsidRPr="00611325">
        <w:t>náklady na položky poř.č. 5 budou Zhotovitelem fakturovány výlučně Objednateli 1.</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57879">
          <w:rPr>
            <w:rStyle w:val="Hypertextovodkaz"/>
            <w:rFonts w:cs="Calibri"/>
            <w:color w:val="auto"/>
            <w:u w:val="none"/>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7FEA58F5" w:rsidR="00F24489" w:rsidRPr="004D743C" w:rsidRDefault="00F24489" w:rsidP="00F24489">
      <w:pPr>
        <w:pStyle w:val="Textbezslovn"/>
        <w:rPr>
          <w:b/>
        </w:rPr>
      </w:pPr>
      <w:r w:rsidRPr="00F24489">
        <w:rPr>
          <w:b/>
        </w:rPr>
        <w:t xml:space="preserve">Celková lhůta pro dokončení Díla činí </w:t>
      </w:r>
      <w:r w:rsidRPr="004D743C">
        <w:rPr>
          <w:b/>
        </w:rPr>
        <w:t xml:space="preserve">celkem </w:t>
      </w:r>
      <w:r w:rsidR="000175DF" w:rsidRPr="004D743C">
        <w:rPr>
          <w:b/>
        </w:rPr>
        <w:t>30</w:t>
      </w:r>
      <w:r w:rsidRPr="004D743C">
        <w:rPr>
          <w:b/>
        </w:rPr>
        <w:t xml:space="preserve"> dnů ode Dne zahájení stavebních prací (dokladem prokazujícím, že Zhotovitel dokončil celé Dílo, je Předávací protokol dle odst. 10.4 Obchodních podmínek).</w:t>
      </w:r>
    </w:p>
    <w:p w14:paraId="067250B4" w14:textId="67DE34C2" w:rsidR="00F24489" w:rsidRDefault="00F24489" w:rsidP="00F24489">
      <w:pPr>
        <w:pStyle w:val="Textbezslovn"/>
      </w:pPr>
      <w:r w:rsidRPr="004D743C">
        <w:t xml:space="preserve">Lhůta pro dokončení stavebních prací činí celkem </w:t>
      </w:r>
      <w:r w:rsidR="004D743C" w:rsidRPr="004D743C">
        <w:rPr>
          <w:b/>
          <w:bCs/>
        </w:rPr>
        <w:t>30</w:t>
      </w:r>
      <w:r w:rsidRPr="004D743C">
        <w:rPr>
          <w:b/>
          <w:bCs/>
        </w:rPr>
        <w:t xml:space="preserve"> </w:t>
      </w:r>
      <w:r w:rsidRPr="004D743C">
        <w:rPr>
          <w:b/>
        </w:rPr>
        <w:t xml:space="preserve">dnů </w:t>
      </w:r>
      <w:r w:rsidRPr="004D743C">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1DEDA7F8" w:rsidR="00F24489" w:rsidRPr="004D743C" w:rsidRDefault="00F24489" w:rsidP="004D743C">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lastRenderedPageBreak/>
        <w:t xml:space="preserve">dokumentaci, avšak není </w:t>
      </w:r>
      <w:r w:rsidRPr="004D743C">
        <w:t xml:space="preserve">obsažená v Technické specifikaci stavby, nebo odkazuje na Projektovou dokumentaci takovým způsobem, který není aplikovatelný na Technickou specifikaci stavby s ohledem na její obsah, se toto ustanovení nepoužije. </w:t>
      </w:r>
      <w:bookmarkStart w:id="4" w:name="_Hlk161404616"/>
      <w:r w:rsidRPr="004D743C">
        <w:t>Smluvní strany se dohodly, že dokumentaci skutečného provedení Zhotovitel nevyhotovuje a nepředává Objednateli. Ustanovení Obchodních podmínek týkající se dokumentace skutečného provedení se nepoužijí.</w:t>
      </w:r>
    </w:p>
    <w:p w14:paraId="1567BB0D" w14:textId="2CB83D82" w:rsidR="00830C9D" w:rsidRPr="004D743C" w:rsidRDefault="00830C9D" w:rsidP="00830C9D">
      <w:pPr>
        <w:pStyle w:val="Text1-1"/>
      </w:pPr>
      <w:r w:rsidRPr="004D743C">
        <w:t>Zhotovitel se zavazuje zajistit realizaci prací na Díle tak, aby v případě nepřetržitých výluk trvajících více než 36 hodin probíhala realizace prací na Díle minimálně 1</w:t>
      </w:r>
      <w:r w:rsidR="004D743C" w:rsidRPr="004D743C">
        <w:t>2</w:t>
      </w:r>
      <w:r w:rsidRPr="004D743C">
        <w:t xml:space="preserve">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78254B0B"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 xml:space="preserve">ustanovení čl. </w:t>
      </w:r>
      <w:r w:rsidR="00D20507" w:rsidRPr="00E97C05">
        <w:t>14, čl.</w:t>
      </w:r>
      <w:r w:rsidRPr="00E97C05">
        <w:t xml:space="preserve">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E60535"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w:t>
      </w:r>
      <w:r w:rsidRPr="00E60535">
        <w:t>určenému zhotoviteli veškerou součinnost nezbytnou pro další provádění Díla.</w:t>
      </w:r>
    </w:p>
    <w:p w14:paraId="5B1559D7" w14:textId="77777777" w:rsidR="00214C3E" w:rsidRPr="00E60535" w:rsidRDefault="00214C3E" w:rsidP="00E60535">
      <w:pPr>
        <w:pStyle w:val="Text1-1"/>
      </w:pPr>
      <w:r w:rsidRPr="00E60535">
        <w:t>Ustanovení bodu 9.2 až 9.5 a bodu 9.7. Obchodních podmínek, stejně jako související ustanovení týkající se přejímacích zkoušek, se nepoužijí.</w:t>
      </w:r>
    </w:p>
    <w:p w14:paraId="4A019803" w14:textId="6EA96B0B" w:rsidR="00A1575E" w:rsidRPr="009A12BD" w:rsidRDefault="004904BE" w:rsidP="00A1575E">
      <w:pPr>
        <w:pStyle w:val="Text1-1"/>
      </w:pPr>
      <w:r>
        <w:t xml:space="preserve">Objednatel </w:t>
      </w:r>
      <w:r w:rsidR="00611325">
        <w:t xml:space="preserve">1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58995B0C" w:rsidR="00A1575E" w:rsidRPr="009A12BD" w:rsidRDefault="00A1575E" w:rsidP="009032FF">
      <w:pPr>
        <w:pStyle w:val="Textbezslovn"/>
      </w:pPr>
      <w:r w:rsidRPr="009A12BD">
        <w:t>Součet hodnot dle výše uvedeného písm.</w:t>
      </w:r>
      <w:r w:rsidR="00E60535">
        <w:t xml:space="preserve"> </w:t>
      </w:r>
      <w:r w:rsidRPr="009A12BD">
        <w:t>a) a písm.</w:t>
      </w:r>
      <w:r w:rsidR="00E60535">
        <w:t xml:space="preserve"> </w:t>
      </w:r>
      <w:r w:rsidRPr="009A12BD">
        <w:t xml:space="preserve">b) se musí rovnat </w:t>
      </w:r>
      <w:r w:rsidR="00E60535" w:rsidRPr="009A12BD">
        <w:t>100 %</w:t>
      </w:r>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F57879"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F57879">
        <w:t>původního stavu.</w:t>
      </w:r>
    </w:p>
    <w:p w14:paraId="36347965" w14:textId="77777777" w:rsidR="00611325" w:rsidRPr="00F57879" w:rsidRDefault="00611325" w:rsidP="00611325">
      <w:pPr>
        <w:pStyle w:val="Text1-1"/>
        <w:numPr>
          <w:ilvl w:val="1"/>
          <w:numId w:val="6"/>
        </w:numPr>
      </w:pPr>
      <w:bookmarkStart w:id="5" w:name="_Hlk161404689"/>
      <w:r w:rsidRPr="00F57879">
        <w:t xml:space="preserve">Bod 13.3. Obchodních podmínek se mění takto: </w:t>
      </w:r>
    </w:p>
    <w:p w14:paraId="1621EAA4" w14:textId="77777777" w:rsidR="00611325" w:rsidRPr="00F57879" w:rsidRDefault="00611325" w:rsidP="00611325">
      <w:pPr>
        <w:pStyle w:val="Odstavecseseznamem"/>
        <w:numPr>
          <w:ilvl w:val="4"/>
          <w:numId w:val="8"/>
        </w:numPr>
        <w:spacing w:after="200" w:line="276" w:lineRule="auto"/>
        <w:ind w:left="993" w:hanging="284"/>
        <w:jc w:val="both"/>
        <w:rPr>
          <w:rFonts w:ascii="Verdana" w:hAnsi="Verdana" w:cstheme="minorHAnsi"/>
        </w:rPr>
      </w:pPr>
      <w:r w:rsidRPr="00F57879">
        <w:rPr>
          <w:rFonts w:ascii="Verdana" w:hAnsi="Verdana" w:cstheme="minorHAnsi"/>
        </w:rPr>
        <w:t>Daňové doklady, vč. všech příloh, budou zasílány Objednateli 1 následovně:</w:t>
      </w:r>
    </w:p>
    <w:p w14:paraId="2E334BFA" w14:textId="77777777" w:rsidR="00611325" w:rsidRPr="00F57879" w:rsidRDefault="00611325" w:rsidP="00611325">
      <w:pPr>
        <w:pStyle w:val="Odstavecseseznamem"/>
        <w:spacing w:after="200" w:line="276" w:lineRule="auto"/>
        <w:ind w:left="993"/>
        <w:jc w:val="both"/>
        <w:rPr>
          <w:rFonts w:ascii="Verdana" w:hAnsi="Verdana" w:cstheme="minorHAnsi"/>
        </w:rPr>
      </w:pPr>
    </w:p>
    <w:p w14:paraId="00F68AB8" w14:textId="77777777" w:rsidR="00611325" w:rsidRPr="00F57879" w:rsidRDefault="00611325" w:rsidP="00611325">
      <w:pPr>
        <w:pStyle w:val="Odstavecseseznamem"/>
        <w:numPr>
          <w:ilvl w:val="0"/>
          <w:numId w:val="24"/>
        </w:numPr>
        <w:spacing w:after="200" w:line="276" w:lineRule="auto"/>
        <w:contextualSpacing w:val="0"/>
        <w:jc w:val="both"/>
        <w:rPr>
          <w:rFonts w:ascii="Verdana" w:hAnsi="Verdana" w:cstheme="minorHAnsi"/>
        </w:rPr>
      </w:pPr>
      <w:r w:rsidRPr="00F57879">
        <w:rPr>
          <w:rFonts w:ascii="Verdana" w:hAnsi="Verdana" w:cstheme="minorHAnsi"/>
        </w:rPr>
        <w:t xml:space="preserve">v digitální podobě na e-mailovou adresu </w:t>
      </w:r>
      <w:hyperlink r:id="rId16" w:history="1">
        <w:r w:rsidRPr="00F57879">
          <w:rPr>
            <w:rStyle w:val="Hypertextovodkaz"/>
            <w:rFonts w:ascii="Verdana" w:hAnsi="Verdana" w:cstheme="minorHAnsi"/>
          </w:rPr>
          <w:t>ePodatelnaCFU@spravazeleznic.cz</w:t>
        </w:r>
      </w:hyperlink>
      <w:r w:rsidRPr="00F57879">
        <w:rPr>
          <w:rFonts w:ascii="Verdana" w:hAnsi="Verdana" w:cstheme="minorHAnsi"/>
        </w:rPr>
        <w:t>, nebo</w:t>
      </w:r>
    </w:p>
    <w:p w14:paraId="0D34609B" w14:textId="77777777" w:rsidR="00611325" w:rsidRPr="00F57879" w:rsidRDefault="00611325" w:rsidP="00611325">
      <w:pPr>
        <w:pStyle w:val="Odstavecseseznamem"/>
        <w:numPr>
          <w:ilvl w:val="0"/>
          <w:numId w:val="24"/>
        </w:numPr>
        <w:spacing w:after="200" w:line="276" w:lineRule="auto"/>
        <w:contextualSpacing w:val="0"/>
        <w:jc w:val="both"/>
        <w:rPr>
          <w:rFonts w:ascii="Verdana" w:hAnsi="Verdana" w:cstheme="minorHAnsi"/>
        </w:rPr>
      </w:pPr>
      <w:r w:rsidRPr="00F57879">
        <w:rPr>
          <w:rFonts w:ascii="Verdana" w:hAnsi="Verdana" w:cstheme="minorHAnsi"/>
        </w:rPr>
        <w:t>v digitální podobě do datové schránky s identifikátorem Uccchjm, nebo</w:t>
      </w:r>
    </w:p>
    <w:p w14:paraId="2D6AD0C9" w14:textId="77777777" w:rsidR="00611325" w:rsidRPr="00F57879" w:rsidRDefault="00611325" w:rsidP="00611325">
      <w:pPr>
        <w:pStyle w:val="Odstavecseseznamem"/>
        <w:numPr>
          <w:ilvl w:val="0"/>
          <w:numId w:val="24"/>
        </w:numPr>
        <w:spacing w:after="200" w:line="276" w:lineRule="auto"/>
        <w:contextualSpacing w:val="0"/>
        <w:jc w:val="both"/>
        <w:rPr>
          <w:rFonts w:ascii="Verdana" w:hAnsi="Verdana" w:cstheme="minorHAnsi"/>
        </w:rPr>
      </w:pPr>
      <w:r w:rsidRPr="00F57879">
        <w:rPr>
          <w:rFonts w:ascii="Verdana" w:hAnsi="Verdana" w:cstheme="minorHAnsi"/>
        </w:rPr>
        <w:t xml:space="preserve">v listinné podobě na adresu Správa železnic, státní organizace, Centrální finanční účtárna Čechy, Náměstí Jana Pernera 217, 530 02 Pardubice. </w:t>
      </w:r>
    </w:p>
    <w:p w14:paraId="0B4E4C78" w14:textId="77777777" w:rsidR="00611325" w:rsidRPr="00F57879" w:rsidRDefault="00611325" w:rsidP="00611325">
      <w:pPr>
        <w:pStyle w:val="Odstavecseseznamem"/>
        <w:numPr>
          <w:ilvl w:val="4"/>
          <w:numId w:val="8"/>
        </w:numPr>
        <w:spacing w:after="200" w:line="276" w:lineRule="auto"/>
        <w:ind w:left="993" w:hanging="284"/>
        <w:jc w:val="both"/>
        <w:rPr>
          <w:rFonts w:ascii="Verdana" w:hAnsi="Verdana" w:cstheme="minorHAnsi"/>
        </w:rPr>
      </w:pPr>
      <w:r w:rsidRPr="00F57879">
        <w:rPr>
          <w:rFonts w:ascii="Verdana" w:hAnsi="Verdana" w:cstheme="minorHAnsi"/>
        </w:rPr>
        <w:t>Daňové doklady, vč. všech příloh, budou zasílány Objednateli 2 následovně:</w:t>
      </w:r>
    </w:p>
    <w:p w14:paraId="55D84EF7" w14:textId="492EFA63" w:rsidR="00611325" w:rsidRPr="00897C33" w:rsidRDefault="00611325" w:rsidP="00897C33">
      <w:pPr>
        <w:pStyle w:val="Text1-1"/>
        <w:numPr>
          <w:ilvl w:val="0"/>
          <w:numId w:val="26"/>
        </w:numPr>
      </w:pPr>
      <w:r w:rsidRPr="00F57879">
        <w:rPr>
          <w:rFonts w:ascii="Verdana" w:hAnsi="Verdana" w:cstheme="minorHAnsi"/>
        </w:rPr>
        <w:t xml:space="preserve">v digitální podobě na e-mailovou adresu </w:t>
      </w:r>
      <w:hyperlink r:id="rId17" w:history="1">
        <w:r w:rsidR="00897C33" w:rsidRPr="00EC7A80">
          <w:rPr>
            <w:rStyle w:val="Hypertextovodkaz"/>
            <w:noProof w:val="0"/>
          </w:rPr>
          <w:t>fakturace@dpmo.cz</w:t>
        </w:r>
      </w:hyperlink>
      <w:r w:rsidRPr="00897C33">
        <w:rPr>
          <w:rFonts w:ascii="Verdana" w:hAnsi="Verdana" w:cstheme="minorHAnsi"/>
        </w:rPr>
        <w:t>, nebo</w:t>
      </w:r>
    </w:p>
    <w:p w14:paraId="665A3C7C" w14:textId="77777777" w:rsidR="00611325" w:rsidRPr="00F57879" w:rsidRDefault="00611325" w:rsidP="00611325">
      <w:pPr>
        <w:pStyle w:val="Text1-1"/>
        <w:numPr>
          <w:ilvl w:val="0"/>
          <w:numId w:val="0"/>
        </w:numPr>
        <w:ind w:left="737"/>
        <w:rPr>
          <w:rFonts w:ascii="Verdana" w:hAnsi="Verdana" w:cstheme="minorHAnsi"/>
        </w:rPr>
      </w:pPr>
      <w:r w:rsidRPr="00F57879">
        <w:rPr>
          <w:rFonts w:ascii="Verdana" w:hAnsi="Verdana" w:cstheme="minorHAnsi"/>
        </w:rPr>
        <w:t>b) v digitální podobě do datové schránky s identifikátorem mtsdrnx, nebo</w:t>
      </w:r>
    </w:p>
    <w:p w14:paraId="5F6315BC" w14:textId="547F7E49" w:rsidR="00D56478" w:rsidRPr="00F57879" w:rsidRDefault="00611325" w:rsidP="00611325">
      <w:pPr>
        <w:pStyle w:val="Text1-1"/>
        <w:numPr>
          <w:ilvl w:val="0"/>
          <w:numId w:val="0"/>
        </w:numPr>
        <w:ind w:left="737"/>
        <w:rPr>
          <w:rFonts w:ascii="Verdana" w:hAnsi="Verdana" w:cstheme="minorHAnsi"/>
        </w:rPr>
      </w:pPr>
      <w:r w:rsidRPr="00F57879">
        <w:rPr>
          <w:rFonts w:ascii="Verdana" w:hAnsi="Verdana" w:cstheme="minorHAnsi"/>
        </w:rPr>
        <w:t>c) v listinné podobě na adresu Dopravní podnik města Olomouce, a.s., Koželužská 563/1, 779 00 Olomouc.</w:t>
      </w:r>
      <w:bookmarkEnd w:id="5"/>
    </w:p>
    <w:p w14:paraId="5132912A" w14:textId="764F2A8D" w:rsidR="00F57879" w:rsidRPr="00611325" w:rsidRDefault="00F57879" w:rsidP="00611325">
      <w:pPr>
        <w:pStyle w:val="Text1-1"/>
        <w:numPr>
          <w:ilvl w:val="0"/>
          <w:numId w:val="0"/>
        </w:numPr>
        <w:ind w:left="737"/>
        <w:rPr>
          <w:highlight w:val="red"/>
        </w:rPr>
      </w:pPr>
      <w:r w:rsidRPr="00F57879">
        <w:rPr>
          <w:rFonts w:ascii="Verdana" w:hAnsi="Verdana" w:cstheme="minorHAnsi"/>
        </w:rPr>
        <w:t>Objednatel upřednostňuje příjem těchto daňových dokladů v digitální podobě ve formátu PDF/A, ISO 19005, min. verze PDF/A-2b, na výše uveden</w:t>
      </w:r>
      <w:r>
        <w:rPr>
          <w:rFonts w:ascii="Verdana" w:hAnsi="Verdana" w:cstheme="minorHAnsi"/>
        </w:rPr>
        <w:t xml:space="preserve">ých </w:t>
      </w:r>
      <w:r w:rsidRPr="00F57879">
        <w:rPr>
          <w:rFonts w:ascii="Verdana" w:hAnsi="Verdana" w:cstheme="minorHAnsi"/>
        </w:rPr>
        <w:t>emailov</w:t>
      </w:r>
      <w:r>
        <w:rPr>
          <w:rFonts w:ascii="Verdana" w:hAnsi="Verdana" w:cstheme="minorHAnsi"/>
        </w:rPr>
        <w:t>ých</w:t>
      </w:r>
      <w:r w:rsidRPr="00F57879">
        <w:rPr>
          <w:rFonts w:ascii="Verdana" w:hAnsi="Verdana" w:cstheme="minorHAnsi"/>
        </w:rPr>
        <w:t xml:space="preserve"> adres</w:t>
      </w:r>
      <w:r>
        <w:rPr>
          <w:rFonts w:ascii="Verdana" w:hAnsi="Verdana" w:cstheme="minorHAnsi"/>
        </w:rPr>
        <w:t>ách Objednatele 1 a Objednatele 2</w:t>
      </w:r>
      <w:r w:rsidRPr="00F57879">
        <w:rPr>
          <w:rFonts w:ascii="Verdana" w:hAnsi="Verdana" w:cstheme="minorHAnsi"/>
        </w:rPr>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Pr="00D20507" w:rsidRDefault="00AC10C3" w:rsidP="00AC10C3">
      <w:pPr>
        <w:pStyle w:val="Nadpis1-1"/>
      </w:pPr>
      <w:bookmarkStart w:id="6" w:name="_Hlk161404705"/>
      <w:r w:rsidRPr="00D20507">
        <w:lastRenderedPageBreak/>
        <w:t>ODPOVĚDNÉ ZADÁVÁNÍ</w:t>
      </w:r>
      <w:bookmarkEnd w:id="6"/>
    </w:p>
    <w:p w14:paraId="7639534B" w14:textId="1BA2A350" w:rsidR="001A4E40" w:rsidRPr="00086FA6" w:rsidRDefault="00D20507" w:rsidP="00D20507">
      <w:pPr>
        <w:pStyle w:val="Text1-1"/>
      </w:pPr>
      <w:r>
        <w:t>Neobsazeno.</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 xml:space="preserve">ařízením Rady (ES) č. 765/2006 ze dne 18. května 2006 o omezujících opatřeních vzhledem k situaci v Bělorusku a k zapojení Běloruska do ruské agrese proti Ukrajině, ve znění </w:t>
      </w:r>
      <w:r w:rsidRPr="0029677D">
        <w:lastRenderedPageBreak/>
        <w:t>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w:t>
      </w:r>
      <w:r w:rsidR="001234EA" w:rsidRPr="003B5A9F">
        <w:lastRenderedPageBreak/>
        <w:t xml:space="preserve">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649EEDC1" w14:textId="77777777" w:rsidR="00214C3E" w:rsidRDefault="00214C3E" w:rsidP="00D61094">
            <w:pPr>
              <w:pStyle w:val="Textbezslovn"/>
              <w:ind w:hanging="136"/>
            </w:pPr>
            <w:r w:rsidRPr="00F97DBD">
              <w:t xml:space="preserve">b) </w:t>
            </w:r>
            <w:r w:rsidR="00D61094">
              <w:t xml:space="preserve"> </w:t>
            </w:r>
            <w:r w:rsidRPr="00F97DBD">
              <w:t xml:space="preserve">Zvláštní technické podmínky </w:t>
            </w:r>
          </w:p>
          <w:p w14:paraId="14472B36" w14:textId="1FD03349" w:rsidR="00D20507" w:rsidRPr="00897C33" w:rsidRDefault="00D20507" w:rsidP="00D20507">
            <w:pPr>
              <w:pStyle w:val="Textbezslovn"/>
              <w:ind w:hanging="136"/>
            </w:pPr>
            <w:r w:rsidRPr="00897C33">
              <w:t>c) Provozně - technické podmínky tramvajových tratí DPMO, a.s. – OS/8/2006</w:t>
            </w:r>
          </w:p>
          <w:p w14:paraId="7E2DE6AE" w14:textId="33A3C719" w:rsidR="00D20507" w:rsidRPr="00F97DBD" w:rsidRDefault="00D20507" w:rsidP="00D20507">
            <w:pPr>
              <w:pStyle w:val="Textbezslovn"/>
              <w:ind w:hanging="136"/>
            </w:pPr>
            <w:r w:rsidRPr="00897C33">
              <w:t>d) Standardy DPMO, a.s. účinné od 31. 7. 2020</w:t>
            </w:r>
            <w:r w:rsidR="00897C33" w:rsidRPr="00897C33">
              <w:t xml:space="preserve"> v aktuálním znění</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97C3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007B8BC2" w:rsidR="004904BE" w:rsidRPr="0010127F" w:rsidRDefault="004904BE" w:rsidP="000D2628">
            <w:pPr>
              <w:pStyle w:val="Textbezslovn"/>
              <w:ind w:hanging="136"/>
            </w:pPr>
            <w:r w:rsidRPr="0010127F">
              <w:t>Osvědčení</w:t>
            </w:r>
            <w:r w:rsidR="00D20507">
              <w:t xml:space="preserve"> Objednatele 1</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D205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D20507" w:rsidRDefault="000D2628" w:rsidP="00C303D3">
            <w:pPr>
              <w:spacing w:after="120"/>
              <w:rPr>
                <w:rFonts w:ascii="Verdana" w:eastAsia="Verdana" w:hAnsi="Verdana" w:cs="Times New Roman"/>
                <w:sz w:val="18"/>
              </w:rPr>
            </w:pPr>
            <w:r w:rsidRPr="00D20507">
              <w:rPr>
                <w:rFonts w:ascii="Verdana" w:eastAsia="Verdana" w:hAnsi="Verdana" w:cs="Times New Roman"/>
                <w:sz w:val="18"/>
              </w:rPr>
              <w:t>……………………………………………………………………</w:t>
            </w:r>
          </w:p>
          <w:p w14:paraId="260B435A" w14:textId="7F8DE34E" w:rsidR="000D2628" w:rsidRPr="00D20507" w:rsidRDefault="000D2628" w:rsidP="00C303D3">
            <w:pPr>
              <w:rPr>
                <w:rFonts w:ascii="Verdana" w:eastAsia="Verdana" w:hAnsi="Verdana" w:cs="Times New Roman"/>
                <w:sz w:val="18"/>
              </w:rPr>
            </w:pPr>
            <w:r w:rsidRPr="00D20507">
              <w:rPr>
                <w:rFonts w:ascii="Verdana" w:eastAsia="Verdana" w:hAnsi="Verdana" w:cs="Times New Roman"/>
                <w:sz w:val="18"/>
              </w:rPr>
              <w:t>Objednatel</w:t>
            </w:r>
            <w:r w:rsidR="00D20507" w:rsidRPr="00D20507">
              <w:rPr>
                <w:rFonts w:ascii="Verdana" w:eastAsia="Verdana" w:hAnsi="Verdana" w:cs="Times New Roman"/>
                <w:sz w:val="18"/>
              </w:rPr>
              <w:t xml:space="preserve"> 1</w:t>
            </w:r>
          </w:p>
          <w:p w14:paraId="1923963C" w14:textId="77777777" w:rsidR="000D2628" w:rsidRPr="00D20507" w:rsidRDefault="000D2628" w:rsidP="00C303D3">
            <w:pPr>
              <w:rPr>
                <w:rFonts w:ascii="Verdana" w:eastAsia="Verdana" w:hAnsi="Verdana" w:cs="Times New Roman"/>
                <w:b/>
                <w:sz w:val="18"/>
              </w:rPr>
            </w:pPr>
            <w:r w:rsidRPr="00D20507">
              <w:rPr>
                <w:rFonts w:ascii="Verdana" w:eastAsia="Verdana" w:hAnsi="Verdana" w:cs="Times New Roman"/>
                <w:b/>
                <w:sz w:val="18"/>
              </w:rPr>
              <w:t>Ing. Jiří MACHO</w:t>
            </w:r>
          </w:p>
          <w:p w14:paraId="05473AAA" w14:textId="77777777" w:rsidR="000D2628" w:rsidRPr="00D20507" w:rsidRDefault="000D2628" w:rsidP="00C303D3">
            <w:pPr>
              <w:rPr>
                <w:rFonts w:ascii="Verdana" w:eastAsia="Verdana" w:hAnsi="Verdana" w:cs="Times New Roman"/>
                <w:sz w:val="18"/>
              </w:rPr>
            </w:pPr>
            <w:r w:rsidRPr="00D20507">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sidRPr="00D20507">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D20507">
        <w:tc>
          <w:tcPr>
            <w:cnfStyle w:val="001000000000" w:firstRow="0" w:lastRow="0" w:firstColumn="1" w:lastColumn="0" w:oddVBand="0" w:evenVBand="0" w:oddHBand="0" w:evenHBand="0" w:firstRowFirstColumn="0" w:firstRowLastColumn="0" w:lastRowFirstColumn="0" w:lastRowLastColumn="0"/>
            <w:tcW w:w="4210" w:type="dxa"/>
            <w:tcBorders>
              <w:top w:val="nil"/>
              <w:bottom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bottom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r w:rsidR="00D20507" w:rsidRPr="007E08B1" w14:paraId="75C738A6" w14:textId="77777777" w:rsidTr="00D20507">
        <w:tc>
          <w:tcPr>
            <w:cnfStyle w:val="001000000000" w:firstRow="0" w:lastRow="0" w:firstColumn="1" w:lastColumn="0" w:oddVBand="0" w:evenVBand="0" w:oddHBand="0" w:evenHBand="0" w:firstRowFirstColumn="0" w:firstRowLastColumn="0" w:lastRowFirstColumn="0" w:lastRowLastColumn="0"/>
            <w:tcW w:w="4210" w:type="dxa"/>
            <w:tcBorders>
              <w:top w:val="nil"/>
              <w:bottom w:val="nil"/>
              <w:right w:val="nil"/>
            </w:tcBorders>
          </w:tcPr>
          <w:p w14:paraId="2E466CA6" w14:textId="77777777" w:rsidR="00D20507" w:rsidRPr="007E08B1" w:rsidRDefault="00D20507" w:rsidP="000B0B79">
            <w:pPr>
              <w:spacing w:after="120"/>
              <w:jc w:val="center"/>
              <w:rPr>
                <w:rFonts w:ascii="Verdana" w:eastAsia="Verdana" w:hAnsi="Verdana" w:cs="Times New Roman"/>
                <w:sz w:val="18"/>
              </w:rPr>
            </w:pPr>
          </w:p>
          <w:p w14:paraId="5EC2F2EC" w14:textId="77777777" w:rsidR="00D20507" w:rsidRPr="00D20507" w:rsidRDefault="00D20507" w:rsidP="000B0B79">
            <w:pPr>
              <w:spacing w:after="120"/>
              <w:rPr>
                <w:rFonts w:ascii="Verdana" w:eastAsia="Verdana" w:hAnsi="Verdana" w:cs="Times New Roman"/>
                <w:sz w:val="18"/>
              </w:rPr>
            </w:pPr>
            <w:r w:rsidRPr="00D20507">
              <w:rPr>
                <w:rFonts w:ascii="Verdana" w:eastAsia="Verdana" w:hAnsi="Verdana" w:cs="Times New Roman"/>
                <w:sz w:val="18"/>
              </w:rPr>
              <w:t>……………………………………………………………………</w:t>
            </w:r>
          </w:p>
          <w:p w14:paraId="77EE20AC" w14:textId="4CD5D151" w:rsidR="00D20507" w:rsidRPr="00D20507" w:rsidRDefault="00D20507" w:rsidP="000B0B79">
            <w:pPr>
              <w:rPr>
                <w:rFonts w:ascii="Verdana" w:eastAsia="Verdana" w:hAnsi="Verdana" w:cs="Times New Roman"/>
                <w:sz w:val="18"/>
              </w:rPr>
            </w:pPr>
            <w:r w:rsidRPr="00D20507">
              <w:rPr>
                <w:rFonts w:ascii="Verdana" w:eastAsia="Verdana" w:hAnsi="Verdana" w:cs="Times New Roman"/>
                <w:sz w:val="18"/>
              </w:rPr>
              <w:t xml:space="preserve">Objednatel </w:t>
            </w:r>
            <w:r>
              <w:rPr>
                <w:rFonts w:ascii="Verdana" w:eastAsia="Verdana" w:hAnsi="Verdana" w:cs="Times New Roman"/>
                <w:sz w:val="18"/>
              </w:rPr>
              <w:t>2</w:t>
            </w:r>
          </w:p>
          <w:p w14:paraId="0DD95CCF" w14:textId="77777777" w:rsidR="00D20507" w:rsidRPr="00730ECE" w:rsidRDefault="00D20507" w:rsidP="00D20507">
            <w:pPr>
              <w:rPr>
                <w:rFonts w:ascii="Verdana" w:eastAsia="Verdana" w:hAnsi="Verdana" w:cs="Times New Roman"/>
                <w:b/>
                <w:sz w:val="18"/>
              </w:rPr>
            </w:pPr>
            <w:r w:rsidRPr="00730ECE">
              <w:rPr>
                <w:rFonts w:ascii="Verdana" w:eastAsia="Verdana" w:hAnsi="Verdana" w:cs="Times New Roman"/>
                <w:b/>
                <w:sz w:val="18"/>
              </w:rPr>
              <w:t xml:space="preserve">Ing. Jaroslav MICHALÍK, </w:t>
            </w:r>
          </w:p>
          <w:p w14:paraId="66CA22A6" w14:textId="77777777" w:rsidR="00D20507" w:rsidRPr="00730ECE" w:rsidRDefault="00D20507" w:rsidP="00D20507">
            <w:pPr>
              <w:rPr>
                <w:rFonts w:ascii="Verdana" w:eastAsia="Verdana" w:hAnsi="Verdana" w:cs="Times New Roman"/>
                <w:sz w:val="18"/>
              </w:rPr>
            </w:pPr>
            <w:r w:rsidRPr="00730ECE">
              <w:rPr>
                <w:rFonts w:ascii="Verdana" w:eastAsia="Verdana" w:hAnsi="Verdana" w:cs="Times New Roman"/>
                <w:sz w:val="18"/>
              </w:rPr>
              <w:t>předseda představenstva</w:t>
            </w:r>
          </w:p>
          <w:p w14:paraId="20A9B8C8" w14:textId="73A03602" w:rsidR="00D20507" w:rsidRPr="00C44BDD" w:rsidRDefault="00D20507" w:rsidP="00D20507">
            <w:pPr>
              <w:rPr>
                <w:rFonts w:ascii="Verdana" w:eastAsia="Verdana" w:hAnsi="Verdana" w:cs="Times New Roman"/>
                <w:b/>
                <w:sz w:val="18"/>
              </w:rPr>
            </w:pPr>
            <w:r w:rsidRPr="00730ECE">
              <w:rPr>
                <w:rFonts w:ascii="Verdana" w:eastAsia="Verdana" w:hAnsi="Verdana" w:cs="Times New Roman"/>
                <w:sz w:val="18"/>
              </w:rPr>
              <w:t>Dopravní podnik města Olomouce, a.s.</w:t>
            </w:r>
          </w:p>
        </w:tc>
        <w:tc>
          <w:tcPr>
            <w:tcW w:w="4210" w:type="dxa"/>
            <w:tcBorders>
              <w:top w:val="nil"/>
              <w:left w:val="nil"/>
              <w:bottom w:val="nil"/>
            </w:tcBorders>
          </w:tcPr>
          <w:p w14:paraId="63B6C598" w14:textId="73BD73EA" w:rsidR="00D20507" w:rsidRPr="00056AAF" w:rsidRDefault="00D20507" w:rsidP="000B0B79">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3F453C9C" w14:textId="1E7D462D" w:rsidR="00F422D3" w:rsidRDefault="00F422D3" w:rsidP="009F0867">
      <w:pPr>
        <w:pStyle w:val="Textbezodsazen"/>
      </w:pPr>
    </w:p>
    <w:p w14:paraId="4D894F9A" w14:textId="77777777" w:rsidR="00D20507" w:rsidRDefault="00D20507" w:rsidP="009F0867">
      <w:pPr>
        <w:pStyle w:val="Textbezodsazen"/>
      </w:pPr>
    </w:p>
    <w:tbl>
      <w:tblPr>
        <w:tblStyle w:val="Mkatabulky1"/>
        <w:tblW w:w="0" w:type="auto"/>
        <w:tblLook w:val="04A0" w:firstRow="1" w:lastRow="0" w:firstColumn="1" w:lastColumn="0" w:noHBand="0" w:noVBand="1"/>
      </w:tblPr>
      <w:tblGrid>
        <w:gridCol w:w="4210"/>
        <w:gridCol w:w="4210"/>
      </w:tblGrid>
      <w:tr w:rsidR="00D20507" w:rsidRPr="007E08B1" w14:paraId="60BC1503" w14:textId="77777777" w:rsidTr="00D205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1873B78" w14:textId="77777777" w:rsidR="00D20507" w:rsidRPr="007E08B1" w:rsidRDefault="00D20507" w:rsidP="000B0B79">
            <w:pPr>
              <w:spacing w:after="120"/>
              <w:jc w:val="center"/>
              <w:rPr>
                <w:rFonts w:ascii="Verdana" w:eastAsia="Verdana" w:hAnsi="Verdana" w:cs="Times New Roman"/>
                <w:sz w:val="18"/>
              </w:rPr>
            </w:pPr>
          </w:p>
          <w:p w14:paraId="4C013BAA" w14:textId="77777777" w:rsidR="00D20507" w:rsidRPr="00D20507" w:rsidRDefault="00D20507" w:rsidP="000B0B79">
            <w:pPr>
              <w:spacing w:after="120"/>
              <w:rPr>
                <w:rFonts w:ascii="Verdana" w:eastAsia="Verdana" w:hAnsi="Verdana" w:cs="Times New Roman"/>
                <w:sz w:val="18"/>
              </w:rPr>
            </w:pPr>
            <w:r w:rsidRPr="00D20507">
              <w:rPr>
                <w:rFonts w:ascii="Verdana" w:eastAsia="Verdana" w:hAnsi="Verdana" w:cs="Times New Roman"/>
                <w:sz w:val="18"/>
              </w:rPr>
              <w:t>……………………………………………………………………</w:t>
            </w:r>
          </w:p>
          <w:p w14:paraId="665AD720" w14:textId="77777777" w:rsidR="00D20507" w:rsidRPr="00D20507" w:rsidRDefault="00D20507" w:rsidP="000B0B79">
            <w:pPr>
              <w:rPr>
                <w:rFonts w:ascii="Verdana" w:eastAsia="Verdana" w:hAnsi="Verdana" w:cs="Times New Roman"/>
                <w:sz w:val="18"/>
              </w:rPr>
            </w:pPr>
            <w:r w:rsidRPr="00D20507">
              <w:rPr>
                <w:rFonts w:ascii="Verdana" w:eastAsia="Verdana" w:hAnsi="Verdana" w:cs="Times New Roman"/>
                <w:sz w:val="18"/>
              </w:rPr>
              <w:t xml:space="preserve">Objednatel </w:t>
            </w:r>
            <w:r>
              <w:rPr>
                <w:rFonts w:ascii="Verdana" w:eastAsia="Verdana" w:hAnsi="Verdana" w:cs="Times New Roman"/>
                <w:sz w:val="18"/>
              </w:rPr>
              <w:t>2</w:t>
            </w:r>
          </w:p>
          <w:p w14:paraId="29C48388" w14:textId="77777777" w:rsidR="00D20507" w:rsidRPr="00D20507" w:rsidRDefault="00D20507" w:rsidP="00D20507">
            <w:pPr>
              <w:rPr>
                <w:rFonts w:ascii="Verdana" w:eastAsia="Verdana" w:hAnsi="Verdana" w:cs="Times New Roman"/>
                <w:b/>
                <w:sz w:val="18"/>
              </w:rPr>
            </w:pPr>
            <w:r w:rsidRPr="00D20507">
              <w:rPr>
                <w:rFonts w:ascii="Verdana" w:eastAsia="Verdana" w:hAnsi="Verdana" w:cs="Times New Roman"/>
                <w:b/>
                <w:sz w:val="18"/>
              </w:rPr>
              <w:t xml:space="preserve">Mgr. Petr KOCOUREK, MBA, LL.M., </w:t>
            </w:r>
          </w:p>
          <w:p w14:paraId="6946A20B" w14:textId="72F6CDD2" w:rsidR="00D20507" w:rsidRPr="00D20507" w:rsidRDefault="00D20507" w:rsidP="00D20507">
            <w:pPr>
              <w:rPr>
                <w:rFonts w:ascii="Verdana" w:eastAsia="Verdana" w:hAnsi="Verdana" w:cs="Times New Roman"/>
                <w:sz w:val="18"/>
              </w:rPr>
            </w:pPr>
            <w:r w:rsidRPr="00D20507">
              <w:rPr>
                <w:rFonts w:ascii="Verdana" w:eastAsia="Verdana" w:hAnsi="Verdana" w:cs="Times New Roman"/>
                <w:sz w:val="18"/>
              </w:rPr>
              <w:t>člen představenstva</w:t>
            </w:r>
          </w:p>
          <w:p w14:paraId="55C36825" w14:textId="77777777" w:rsidR="00D20507" w:rsidRPr="00C44BDD" w:rsidRDefault="00D20507" w:rsidP="000B0B79">
            <w:pPr>
              <w:rPr>
                <w:rFonts w:ascii="Verdana" w:eastAsia="Verdana" w:hAnsi="Verdana" w:cs="Times New Roman"/>
                <w:b/>
                <w:sz w:val="18"/>
              </w:rPr>
            </w:pPr>
            <w:r w:rsidRPr="00730ECE">
              <w:rPr>
                <w:rFonts w:ascii="Verdana" w:eastAsia="Verdana" w:hAnsi="Verdana" w:cs="Times New Roman"/>
                <w:sz w:val="18"/>
              </w:rPr>
              <w:t>Dopravní podnik města Olomouce, a.s.</w:t>
            </w:r>
          </w:p>
        </w:tc>
        <w:tc>
          <w:tcPr>
            <w:tcW w:w="4210" w:type="dxa"/>
            <w:tcBorders>
              <w:top w:val="nil"/>
              <w:left w:val="nil"/>
            </w:tcBorders>
            <w:shd w:val="clear" w:color="auto" w:fill="auto"/>
          </w:tcPr>
          <w:p w14:paraId="447F3FB6" w14:textId="77777777" w:rsidR="00D20507" w:rsidRPr="00056AAF" w:rsidRDefault="00D20507" w:rsidP="000B0B7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10C9941F" w14:textId="77777777" w:rsidR="00D20507" w:rsidRDefault="00D20507"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0C9308E3" w:rsidR="00E463D2" w:rsidRPr="00E22B1F" w:rsidRDefault="00E463D2" w:rsidP="00F2090B">
      <w:pPr>
        <w:pStyle w:val="Odstavec1-1a"/>
        <w:numPr>
          <w:ilvl w:val="0"/>
          <w:numId w:val="15"/>
        </w:numPr>
        <w:rPr>
          <w:b/>
        </w:rPr>
      </w:pPr>
      <w:r w:rsidRPr="00E22B1F">
        <w:rPr>
          <w:b/>
        </w:rPr>
        <w:t xml:space="preserve">Technické kvalitativní podmínky staveb státních drah (TKP) </w:t>
      </w:r>
      <w:r w:rsidR="00D20507">
        <w:rPr>
          <w:b/>
        </w:rPr>
        <w:t>– týká se části Díla pro Objednatele 1</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04B0187"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0B68974F" w14:textId="77777777" w:rsidR="00D20507" w:rsidRDefault="00D20507" w:rsidP="000D2628">
      <w:pPr>
        <w:pStyle w:val="Odstavec1-1a"/>
        <w:numPr>
          <w:ilvl w:val="0"/>
          <w:numId w:val="0"/>
        </w:numPr>
        <w:ind w:left="1077"/>
      </w:pPr>
    </w:p>
    <w:p w14:paraId="6106FB13" w14:textId="77777777" w:rsidR="00D20507" w:rsidRPr="00897C33" w:rsidRDefault="00D20507" w:rsidP="00D20507">
      <w:pPr>
        <w:pStyle w:val="Odstavec1-1a"/>
        <w:rPr>
          <w:b/>
        </w:rPr>
      </w:pPr>
      <w:r w:rsidRPr="00897C33">
        <w:rPr>
          <w:b/>
        </w:rPr>
        <w:t>Provozně-technické podmínky tramvajových tratí DPMO, a.s.</w:t>
      </w:r>
      <w:r w:rsidRPr="00897C33">
        <w:t xml:space="preserve"> </w:t>
      </w:r>
      <w:r w:rsidRPr="00897C33">
        <w:rPr>
          <w:b/>
        </w:rPr>
        <w:t>– týká se části Díla pro Objednatele 2</w:t>
      </w:r>
    </w:p>
    <w:p w14:paraId="63DAF838" w14:textId="77777777" w:rsidR="00D20507" w:rsidRPr="00897C33" w:rsidRDefault="00D20507" w:rsidP="00D20507">
      <w:pPr>
        <w:pStyle w:val="Odstavec1-1a"/>
        <w:numPr>
          <w:ilvl w:val="0"/>
          <w:numId w:val="0"/>
        </w:numPr>
        <w:ind w:left="737"/>
      </w:pPr>
    </w:p>
    <w:p w14:paraId="627160E5" w14:textId="77777777" w:rsidR="00D20507" w:rsidRPr="00897C33" w:rsidRDefault="00D20507" w:rsidP="00D20507">
      <w:pPr>
        <w:pStyle w:val="Odstavec1-1a"/>
        <w:numPr>
          <w:ilvl w:val="0"/>
          <w:numId w:val="0"/>
        </w:numPr>
        <w:ind w:left="737"/>
      </w:pPr>
      <w:r w:rsidRPr="00897C33">
        <w:t xml:space="preserve">Provozně-technické podmínky tramvajových tratí DPMO, a.s. - </w:t>
      </w:r>
      <w:r w:rsidRPr="00897C33">
        <w:rPr>
          <w:b/>
        </w:rPr>
        <w:t xml:space="preserve">OS/8/2006 </w:t>
      </w:r>
      <w:r w:rsidRPr="00897C33">
        <w:t>(PTPTD), které nejsou pevně připojeny k této Smlouvě, byly poskytnuty jako součást zadávací dokumentace uveřejněné na profilu zadavatele.</w:t>
      </w:r>
    </w:p>
    <w:p w14:paraId="329F2841" w14:textId="77777777" w:rsidR="00D20507" w:rsidRDefault="00D20507" w:rsidP="00D20507">
      <w:pPr>
        <w:pStyle w:val="Nadpisbezsl1-1"/>
        <w:ind w:left="709"/>
        <w:jc w:val="both"/>
        <w:rPr>
          <w:rFonts w:asciiTheme="minorHAnsi" w:hAnsiTheme="minorHAnsi"/>
          <w:b w:val="0"/>
          <w:caps w:val="0"/>
          <w:sz w:val="18"/>
        </w:rPr>
      </w:pPr>
      <w:r w:rsidRPr="00897C33">
        <w:rPr>
          <w:rFonts w:asciiTheme="minorHAnsi" w:hAnsiTheme="minorHAnsi"/>
          <w:b w:val="0"/>
          <w:caps w:val="0"/>
          <w:sz w:val="18"/>
        </w:rPr>
        <w:t xml:space="preserve">Smluvní strany podpisem této Smlouvy stvrzují, že jsou s obsahem PTPTD plně seznámeny a že v souladu s ust. § 1751 občanského zákoníku tyto PTPTD tvoří část obsahu této Smlouvy. </w:t>
      </w:r>
      <w:r w:rsidRPr="00897C33">
        <w:rPr>
          <w:rFonts w:asciiTheme="minorHAnsi" w:hAnsiTheme="minorHAnsi"/>
          <w:b w:val="0"/>
          <w:sz w:val="18"/>
        </w:rPr>
        <w:t>PTPTD</w:t>
      </w:r>
      <w:r w:rsidRPr="00897C33">
        <w:rPr>
          <w:rFonts w:asciiTheme="minorHAnsi" w:hAnsiTheme="minorHAnsi"/>
          <w:b w:val="0"/>
          <w:caps w:val="0"/>
          <w:sz w:val="18"/>
        </w:rPr>
        <w:t xml:space="preserve"> jsou tak pro Zhotovitele závazné.</w:t>
      </w:r>
    </w:p>
    <w:p w14:paraId="1ED81125" w14:textId="77777777" w:rsidR="00D20507" w:rsidRPr="00897C33" w:rsidRDefault="00D20507" w:rsidP="00D20507">
      <w:pPr>
        <w:pStyle w:val="Odstavec1-1a"/>
        <w:rPr>
          <w:b/>
        </w:rPr>
      </w:pPr>
      <w:r w:rsidRPr="00897C33">
        <w:rPr>
          <w:b/>
        </w:rPr>
        <w:t>Standardy DPMO, a.s. – týká se části Díla pro Objednatele 2</w:t>
      </w:r>
    </w:p>
    <w:p w14:paraId="62166F83" w14:textId="77777777" w:rsidR="00D20507" w:rsidRPr="00897C33" w:rsidRDefault="00D20507" w:rsidP="00D20507">
      <w:pPr>
        <w:pStyle w:val="Odstavec1-1a"/>
        <w:numPr>
          <w:ilvl w:val="0"/>
          <w:numId w:val="0"/>
        </w:numPr>
        <w:ind w:left="1077" w:hanging="340"/>
        <w:rPr>
          <w:b/>
        </w:rPr>
      </w:pPr>
    </w:p>
    <w:p w14:paraId="11C0E1D7" w14:textId="5D9BF27D" w:rsidR="00D20507" w:rsidRPr="00897C33" w:rsidRDefault="00D20507" w:rsidP="00D20507">
      <w:pPr>
        <w:pStyle w:val="Odstavec1-1a"/>
        <w:numPr>
          <w:ilvl w:val="0"/>
          <w:numId w:val="0"/>
        </w:numPr>
        <w:ind w:left="737"/>
      </w:pPr>
      <w:r w:rsidRPr="00897C33">
        <w:t xml:space="preserve">Standardy DPMO, a.s. </w:t>
      </w:r>
      <w:r w:rsidRPr="00897C33">
        <w:rPr>
          <w:b/>
        </w:rPr>
        <w:t>účinné od 31. 7. 2020</w:t>
      </w:r>
      <w:r w:rsidR="00897C33" w:rsidRPr="00897C33">
        <w:rPr>
          <w:b/>
        </w:rPr>
        <w:t xml:space="preserve"> </w:t>
      </w:r>
      <w:r w:rsidR="00897C33" w:rsidRPr="00897C33">
        <w:rPr>
          <w:bCs/>
        </w:rPr>
        <w:t>v aktuálním znění</w:t>
      </w:r>
      <w:r w:rsidRPr="00897C33">
        <w:t xml:space="preserve"> (Standardy 2020), které nejsou pevně připojeny k této Smlouvě, byly poskytnuty jako součást zadávací dokumentace uveřejněné na profilu zadavatele.</w:t>
      </w:r>
    </w:p>
    <w:p w14:paraId="6F2FA515" w14:textId="693CCA56" w:rsidR="00D20507" w:rsidRPr="00897C33" w:rsidRDefault="00D20507" w:rsidP="00D20507">
      <w:pPr>
        <w:pStyle w:val="Nadpisbezsl1-1"/>
        <w:ind w:left="709"/>
        <w:jc w:val="both"/>
        <w:rPr>
          <w:rFonts w:asciiTheme="minorHAnsi" w:hAnsiTheme="minorHAnsi"/>
          <w:b w:val="0"/>
          <w:caps w:val="0"/>
          <w:sz w:val="18"/>
        </w:rPr>
      </w:pPr>
      <w:r w:rsidRPr="00897C33">
        <w:rPr>
          <w:rFonts w:asciiTheme="minorHAnsi" w:hAnsiTheme="minorHAnsi"/>
          <w:b w:val="0"/>
          <w:caps w:val="0"/>
          <w:sz w:val="18"/>
        </w:rPr>
        <w:t>Smluvní strany podpisem této Smlouvy stvrzují, že jsou s obsahem Standardů 2020 plně seznámeny a že v souladu s ust. § 1751 občanského zákoníku tyto Standardy 2020 tvoří část obsahu této Smlouvy. Standardy 2020 jsou tak pro Zhotovitele závazné.</w:t>
      </w:r>
    </w:p>
    <w:p w14:paraId="677F3E3F" w14:textId="77777777" w:rsidR="006C0BB6" w:rsidRPr="00D20507" w:rsidRDefault="00E463D2" w:rsidP="00D20507">
      <w:pPr>
        <w:pStyle w:val="Nadpisbezsl1-1"/>
        <w:ind w:left="709"/>
        <w:jc w:val="both"/>
        <w:rPr>
          <w:rFonts w:asciiTheme="minorHAnsi" w:hAnsiTheme="minorHAnsi"/>
          <w:b w:val="0"/>
          <w:caps w:val="0"/>
          <w:sz w:val="18"/>
          <w:highlight w:val="red"/>
        </w:rPr>
        <w:sectPr w:rsidR="006C0BB6" w:rsidRPr="00D20507"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rsidRPr="00D20507">
        <w:rPr>
          <w:rFonts w:asciiTheme="minorHAnsi" w:hAnsiTheme="minorHAnsi"/>
          <w:b w:val="0"/>
          <w:caps w:val="0"/>
          <w:sz w:val="18"/>
          <w:highlight w:val="red"/>
        </w:rP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66CA3355" w:rsidR="00DE3AEB" w:rsidRPr="00E60535" w:rsidRDefault="00E60535" w:rsidP="00F2090B">
      <w:pPr>
        <w:pStyle w:val="Odrka1-1"/>
        <w:numPr>
          <w:ilvl w:val="0"/>
          <w:numId w:val="5"/>
        </w:numPr>
      </w:pPr>
      <w:bookmarkStart w:id="18" w:name="_Hlk161404908"/>
      <w:r w:rsidRPr="00E60535">
        <w:t>Bez souvisejících dokumentů</w:t>
      </w:r>
    </w:p>
    <w:bookmarkEnd w:id="18"/>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6"/>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9"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7C73A14E"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00611325" w:rsidRPr="00611325">
        <w:rPr>
          <w:highlight w:val="lightGray"/>
        </w:rPr>
        <w:t>, který před podpisem této Smlouvy s vybraným dodavatelem Objednatel doplní o určení částí financovaných Objednatelem 1 a Objednatelem 2 odpovídajícím členění dle čl.3.3, odst. 3.3.1-3.3.2 této Smlouvy.]</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9"/>
    </w:p>
    <w:p w14:paraId="1910227C" w14:textId="77777777" w:rsidR="006C0BB6" w:rsidRPr="00843429" w:rsidRDefault="006C0BB6" w:rsidP="00F762A8">
      <w:pPr>
        <w:pStyle w:val="Nadpisbezsl1-1"/>
        <w:rPr>
          <w:highlight w:val="lightGray"/>
        </w:rPr>
        <w:sectPr w:rsidR="006C0BB6" w:rsidRPr="00843429"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2C7E528C" w:rsidR="00ED29F1" w:rsidRDefault="00ED29F1" w:rsidP="00502690">
      <w:pPr>
        <w:pStyle w:val="Textbezodsazen"/>
        <w:rPr>
          <w:b/>
        </w:rPr>
      </w:pPr>
      <w:bookmarkStart w:id="20" w:name="_Hlk161404974"/>
      <w:r>
        <w:rPr>
          <w:b/>
        </w:rPr>
        <w:t>Za Ob</w:t>
      </w:r>
      <w:r w:rsidRPr="00ED29F1">
        <w:rPr>
          <w:b/>
        </w:rPr>
        <w:t>jednatele</w:t>
      </w:r>
      <w:r w:rsidR="00D20507">
        <w:rPr>
          <w:b/>
        </w:rPr>
        <w:t xml:space="preserve"> 1</w:t>
      </w:r>
      <w:r w:rsidRPr="00ED29F1">
        <w:rPr>
          <w:b/>
        </w:rPr>
        <w:t>:</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97C3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204DF509" w14:textId="77777777" w:rsidR="00D20507" w:rsidRPr="00F95FBD" w:rsidRDefault="00D20507" w:rsidP="00D20507">
      <w:pPr>
        <w:pStyle w:val="Nadpistabulky"/>
        <w:rPr>
          <w:rFonts w:asciiTheme="minorHAnsi" w:hAnsiTheme="minorHAnsi"/>
          <w:sz w:val="18"/>
          <w:szCs w:val="18"/>
        </w:rPr>
      </w:pPr>
      <w:bookmarkStart w:id="21" w:name="_Hlk159236773"/>
      <w:bookmarkEnd w:id="20"/>
      <w:r w:rsidRPr="003B25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20507" w:rsidRPr="00F95FBD" w14:paraId="3867EFC7" w14:textId="77777777" w:rsidTr="000B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BE0FD7" w14:textId="77777777" w:rsidR="00D20507" w:rsidRPr="00F95FBD" w:rsidRDefault="00D20507" w:rsidP="000B0B79">
            <w:pPr>
              <w:pStyle w:val="Tabulka"/>
              <w:rPr>
                <w:rStyle w:val="Nadpisvtabulce"/>
                <w:b w:val="0"/>
              </w:rPr>
            </w:pPr>
            <w:r w:rsidRPr="00F95FBD">
              <w:rPr>
                <w:rStyle w:val="Nadpisvtabulce"/>
                <w:b w:val="0"/>
              </w:rPr>
              <w:t>Jméno a příjmení</w:t>
            </w:r>
          </w:p>
        </w:tc>
        <w:tc>
          <w:tcPr>
            <w:tcW w:w="5812" w:type="dxa"/>
          </w:tcPr>
          <w:p w14:paraId="3B72A670" w14:textId="77777777" w:rsidR="00D20507" w:rsidRPr="00F95FBD" w:rsidRDefault="00D20507" w:rsidP="000B0B79">
            <w:pPr>
              <w:pStyle w:val="Tabulka"/>
              <w:cnfStyle w:val="100000000000" w:firstRow="1" w:lastRow="0" w:firstColumn="0" w:lastColumn="0" w:oddVBand="0" w:evenVBand="0" w:oddHBand="0" w:evenHBand="0" w:firstRowFirstColumn="0" w:firstRowLastColumn="0" w:lastRowFirstColumn="0" w:lastRowLastColumn="0"/>
              <w:rPr>
                <w:sz w:val="18"/>
              </w:rPr>
            </w:pPr>
            <w:r w:rsidRPr="009074B4">
              <w:rPr>
                <w:sz w:val="18"/>
              </w:rPr>
              <w:t>Ing. Miroslav VOLEK</w:t>
            </w:r>
          </w:p>
        </w:tc>
      </w:tr>
      <w:tr w:rsidR="00D20507" w:rsidRPr="00F95FBD" w14:paraId="390D9439"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06667E03" w14:textId="77777777" w:rsidR="00D20507" w:rsidRPr="00F95FBD" w:rsidRDefault="00D20507" w:rsidP="000B0B79">
            <w:pPr>
              <w:pStyle w:val="Tabulka"/>
              <w:rPr>
                <w:sz w:val="18"/>
              </w:rPr>
            </w:pPr>
            <w:r w:rsidRPr="00F95FBD">
              <w:rPr>
                <w:sz w:val="18"/>
              </w:rPr>
              <w:t>Adresa</w:t>
            </w:r>
          </w:p>
        </w:tc>
        <w:tc>
          <w:tcPr>
            <w:tcW w:w="5812" w:type="dxa"/>
          </w:tcPr>
          <w:p w14:paraId="24FCEEF7" w14:textId="77777777" w:rsidR="00D20507" w:rsidRPr="009074B4"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16684436"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D20507" w:rsidRPr="00F95FBD" w14:paraId="0193D041"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58FC28EB" w14:textId="77777777" w:rsidR="00D20507" w:rsidRPr="00F95FBD" w:rsidRDefault="00D20507" w:rsidP="000B0B79">
            <w:pPr>
              <w:pStyle w:val="Tabulka"/>
              <w:rPr>
                <w:sz w:val="18"/>
              </w:rPr>
            </w:pPr>
            <w:r w:rsidRPr="00F95FBD">
              <w:rPr>
                <w:sz w:val="18"/>
              </w:rPr>
              <w:t>E-mail</w:t>
            </w:r>
          </w:p>
        </w:tc>
        <w:tc>
          <w:tcPr>
            <w:tcW w:w="5812" w:type="dxa"/>
          </w:tcPr>
          <w:p w14:paraId="5CBAB3E2"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Volek@spravazeleznic.cz</w:t>
            </w:r>
          </w:p>
        </w:tc>
      </w:tr>
      <w:tr w:rsidR="00D20507" w:rsidRPr="00F95FBD" w14:paraId="71BBA8A5"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EA8F75A" w14:textId="77777777" w:rsidR="00D20507" w:rsidRPr="00F95FBD" w:rsidRDefault="00D20507" w:rsidP="000B0B79">
            <w:pPr>
              <w:pStyle w:val="Tabulka"/>
              <w:rPr>
                <w:sz w:val="18"/>
              </w:rPr>
            </w:pPr>
            <w:r w:rsidRPr="00F95FBD">
              <w:rPr>
                <w:sz w:val="18"/>
              </w:rPr>
              <w:t>Telefon</w:t>
            </w:r>
          </w:p>
        </w:tc>
        <w:tc>
          <w:tcPr>
            <w:tcW w:w="5812" w:type="dxa"/>
            <w:tcBorders>
              <w:bottom w:val="single" w:sz="2" w:space="0" w:color="auto"/>
            </w:tcBorders>
          </w:tcPr>
          <w:p w14:paraId="5325F1D7"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+420 606 687 781</w:t>
            </w:r>
          </w:p>
        </w:tc>
      </w:tr>
      <w:tr w:rsidR="00D20507" w:rsidRPr="00F95FBD" w14:paraId="1EBDED46"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4741BAE0" w14:textId="77777777" w:rsidR="00D20507" w:rsidRPr="00F95FBD" w:rsidRDefault="00D20507" w:rsidP="000B0B79">
            <w:pPr>
              <w:pStyle w:val="Tabulka"/>
              <w:rPr>
                <w:rStyle w:val="Nadpisvtabulce"/>
                <w:b w:val="0"/>
              </w:rPr>
            </w:pPr>
            <w:r w:rsidRPr="00F95FBD">
              <w:rPr>
                <w:rStyle w:val="Nadpisvtabulce"/>
                <w:b w:val="0"/>
              </w:rPr>
              <w:t>Jméno a příjmení</w:t>
            </w:r>
          </w:p>
        </w:tc>
        <w:tc>
          <w:tcPr>
            <w:tcW w:w="5812" w:type="dxa"/>
            <w:tcBorders>
              <w:top w:val="single" w:sz="2" w:space="0" w:color="auto"/>
              <w:bottom w:val="single" w:sz="2" w:space="0" w:color="auto"/>
            </w:tcBorders>
            <w:shd w:val="clear" w:color="auto" w:fill="F2F2F2" w:themeFill="background1" w:themeFillShade="F2"/>
          </w:tcPr>
          <w:p w14:paraId="3FAB03CF"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Ing. </w:t>
            </w:r>
            <w:r>
              <w:rPr>
                <w:sz w:val="18"/>
              </w:rPr>
              <w:t>Zdeněk OULEHLA</w:t>
            </w:r>
          </w:p>
        </w:tc>
      </w:tr>
      <w:tr w:rsidR="00D20507" w:rsidRPr="00F95FBD" w14:paraId="5625C4B0"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77445E6F" w14:textId="77777777" w:rsidR="00D20507" w:rsidRPr="00F95FBD" w:rsidRDefault="00D20507" w:rsidP="000B0B79">
            <w:pPr>
              <w:pStyle w:val="Tabulka"/>
              <w:rPr>
                <w:sz w:val="18"/>
              </w:rPr>
            </w:pPr>
            <w:r w:rsidRPr="00F95FBD">
              <w:rPr>
                <w:sz w:val="18"/>
              </w:rPr>
              <w:t>Adresa</w:t>
            </w:r>
          </w:p>
        </w:tc>
        <w:tc>
          <w:tcPr>
            <w:tcW w:w="5812" w:type="dxa"/>
            <w:tcBorders>
              <w:top w:val="single" w:sz="2" w:space="0" w:color="auto"/>
            </w:tcBorders>
          </w:tcPr>
          <w:p w14:paraId="14E7B785" w14:textId="77777777" w:rsidR="00D20507" w:rsidRPr="009074B4"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18783213"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D20507" w:rsidRPr="00F95FBD" w14:paraId="4F486A3A"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01F78037" w14:textId="77777777" w:rsidR="00D20507" w:rsidRPr="00F95FBD" w:rsidRDefault="00D20507" w:rsidP="000B0B79">
            <w:pPr>
              <w:pStyle w:val="Tabulka"/>
              <w:rPr>
                <w:sz w:val="18"/>
              </w:rPr>
            </w:pPr>
            <w:r w:rsidRPr="00F95FBD">
              <w:rPr>
                <w:sz w:val="18"/>
              </w:rPr>
              <w:t>E-mail</w:t>
            </w:r>
          </w:p>
        </w:tc>
        <w:tc>
          <w:tcPr>
            <w:tcW w:w="5812" w:type="dxa"/>
          </w:tcPr>
          <w:p w14:paraId="0EFE5D27"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Oulehla@spravazeleznic.cz</w:t>
            </w:r>
          </w:p>
        </w:tc>
      </w:tr>
      <w:tr w:rsidR="00D20507" w:rsidRPr="00F95FBD" w14:paraId="590201A7"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820015F" w14:textId="77777777" w:rsidR="00D20507" w:rsidRPr="00F95FBD" w:rsidRDefault="00D20507" w:rsidP="000B0B79">
            <w:pPr>
              <w:pStyle w:val="Tabulka"/>
              <w:rPr>
                <w:sz w:val="18"/>
              </w:rPr>
            </w:pPr>
            <w:r w:rsidRPr="00F95FBD">
              <w:rPr>
                <w:sz w:val="18"/>
              </w:rPr>
              <w:t>Telefon</w:t>
            </w:r>
          </w:p>
        </w:tc>
        <w:tc>
          <w:tcPr>
            <w:tcW w:w="5812" w:type="dxa"/>
            <w:tcBorders>
              <w:bottom w:val="single" w:sz="2" w:space="0" w:color="auto"/>
            </w:tcBorders>
          </w:tcPr>
          <w:p w14:paraId="6EE16C3B"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+420 724 236 173</w:t>
            </w:r>
          </w:p>
        </w:tc>
      </w:tr>
      <w:tr w:rsidR="00D20507" w:rsidRPr="00F95FBD" w14:paraId="5CA32F02"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3D064500" w14:textId="77777777" w:rsidR="00D20507" w:rsidRPr="00F95FBD" w:rsidRDefault="00D20507" w:rsidP="000B0B79">
            <w:pPr>
              <w:pStyle w:val="Tabulka"/>
              <w:rPr>
                <w:rStyle w:val="Nadpisvtabulce"/>
                <w:b w:val="0"/>
              </w:rPr>
            </w:pPr>
            <w:r w:rsidRPr="00F95FBD">
              <w:rPr>
                <w:rStyle w:val="Nadpisvtabulce"/>
                <w:b w:val="0"/>
              </w:rPr>
              <w:t>Jméno a příjmení</w:t>
            </w:r>
          </w:p>
        </w:tc>
        <w:tc>
          <w:tcPr>
            <w:tcW w:w="5812" w:type="dxa"/>
            <w:tcBorders>
              <w:top w:val="single" w:sz="2" w:space="0" w:color="auto"/>
              <w:bottom w:val="single" w:sz="2" w:space="0" w:color="auto"/>
            </w:tcBorders>
            <w:shd w:val="clear" w:color="auto" w:fill="F2F2F2" w:themeFill="background1" w:themeFillShade="F2"/>
          </w:tcPr>
          <w:p w14:paraId="3491E8F8"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Ing. Radim TOMAN</w:t>
            </w:r>
          </w:p>
        </w:tc>
      </w:tr>
      <w:tr w:rsidR="00D20507" w:rsidRPr="00F95FBD" w14:paraId="54109942"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7B4F536A" w14:textId="77777777" w:rsidR="00D20507" w:rsidRPr="00F95FBD" w:rsidRDefault="00D20507" w:rsidP="000B0B79">
            <w:pPr>
              <w:pStyle w:val="Tabulka"/>
              <w:rPr>
                <w:sz w:val="18"/>
              </w:rPr>
            </w:pPr>
            <w:r w:rsidRPr="00F95FBD">
              <w:rPr>
                <w:sz w:val="18"/>
              </w:rPr>
              <w:t>Adresa</w:t>
            </w:r>
          </w:p>
        </w:tc>
        <w:tc>
          <w:tcPr>
            <w:tcW w:w="5812" w:type="dxa"/>
            <w:tcBorders>
              <w:top w:val="single" w:sz="2" w:space="0" w:color="auto"/>
            </w:tcBorders>
          </w:tcPr>
          <w:p w14:paraId="2D3FF4BB" w14:textId="77777777" w:rsidR="00D20507" w:rsidRPr="009074B4"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099C8114"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D20507" w:rsidRPr="00F95FBD" w14:paraId="6F42440F"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1BD44D46" w14:textId="77777777" w:rsidR="00D20507" w:rsidRPr="00F95FBD" w:rsidRDefault="00D20507" w:rsidP="000B0B79">
            <w:pPr>
              <w:pStyle w:val="Tabulka"/>
              <w:rPr>
                <w:sz w:val="18"/>
              </w:rPr>
            </w:pPr>
            <w:r w:rsidRPr="00F95FBD">
              <w:rPr>
                <w:sz w:val="18"/>
              </w:rPr>
              <w:t>E-mail</w:t>
            </w:r>
          </w:p>
        </w:tc>
        <w:tc>
          <w:tcPr>
            <w:tcW w:w="5812" w:type="dxa"/>
          </w:tcPr>
          <w:p w14:paraId="3AA5372B"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TomanR@spravazeleznic.cz</w:t>
            </w:r>
          </w:p>
        </w:tc>
      </w:tr>
      <w:tr w:rsidR="00D20507" w:rsidRPr="00F95FBD" w14:paraId="7B428528"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5C39F2AD" w14:textId="77777777" w:rsidR="00D20507" w:rsidRPr="00F95FBD" w:rsidRDefault="00D20507" w:rsidP="000B0B79">
            <w:pPr>
              <w:pStyle w:val="Tabulka"/>
              <w:rPr>
                <w:sz w:val="18"/>
              </w:rPr>
            </w:pPr>
            <w:r w:rsidRPr="00F95FBD">
              <w:rPr>
                <w:sz w:val="18"/>
              </w:rPr>
              <w:t>Telefon</w:t>
            </w:r>
          </w:p>
        </w:tc>
        <w:tc>
          <w:tcPr>
            <w:tcW w:w="5812" w:type="dxa"/>
          </w:tcPr>
          <w:p w14:paraId="361FC12C"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+420 727 954 313</w:t>
            </w:r>
          </w:p>
        </w:tc>
      </w:tr>
    </w:tbl>
    <w:p w14:paraId="41FB3702" w14:textId="77777777" w:rsidR="00D20507" w:rsidRPr="00F95FBD" w:rsidRDefault="00D20507" w:rsidP="00D20507">
      <w:pPr>
        <w:pStyle w:val="Textbezodsazen"/>
      </w:pPr>
    </w:p>
    <w:p w14:paraId="5D7A1BB8" w14:textId="77777777" w:rsidR="00D20507" w:rsidRPr="00F95FBD" w:rsidRDefault="00D20507" w:rsidP="00D20507">
      <w:pPr>
        <w:pStyle w:val="Nadpistabulky"/>
        <w:rPr>
          <w:rFonts w:asciiTheme="minorHAnsi" w:hAnsiTheme="minorHAnsi"/>
          <w:sz w:val="18"/>
          <w:szCs w:val="18"/>
        </w:rPr>
      </w:pPr>
      <w:r w:rsidRPr="003B259D">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20507" w:rsidRPr="00F95FBD" w14:paraId="090BBB9F" w14:textId="77777777" w:rsidTr="000B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65370" w14:textId="77777777" w:rsidR="00D20507" w:rsidRPr="00F95FBD" w:rsidRDefault="00D20507" w:rsidP="000B0B79">
            <w:pPr>
              <w:pStyle w:val="Tabulka"/>
              <w:rPr>
                <w:rStyle w:val="Nadpisvtabulce"/>
                <w:b w:val="0"/>
              </w:rPr>
            </w:pPr>
            <w:r w:rsidRPr="00F95FBD">
              <w:rPr>
                <w:rStyle w:val="Nadpisvtabulce"/>
                <w:b w:val="0"/>
              </w:rPr>
              <w:t>Jméno a příjmení</w:t>
            </w:r>
          </w:p>
        </w:tc>
        <w:tc>
          <w:tcPr>
            <w:tcW w:w="5812" w:type="dxa"/>
          </w:tcPr>
          <w:p w14:paraId="2C3BB140" w14:textId="77777777" w:rsidR="00D20507" w:rsidRPr="00F95FBD" w:rsidRDefault="00D20507" w:rsidP="000B0B79">
            <w:pPr>
              <w:pStyle w:val="Tabulka"/>
              <w:cnfStyle w:val="100000000000" w:firstRow="1" w:lastRow="0" w:firstColumn="0" w:lastColumn="0" w:oddVBand="0" w:evenVBand="0" w:oddHBand="0" w:evenHBand="0" w:firstRowFirstColumn="0" w:firstRowLastColumn="0" w:lastRowFirstColumn="0" w:lastRowLastColumn="0"/>
              <w:rPr>
                <w:sz w:val="18"/>
              </w:rPr>
            </w:pPr>
            <w:r w:rsidRPr="009074B4">
              <w:rPr>
                <w:sz w:val="18"/>
              </w:rPr>
              <w:t>Pavel CHUDÍK</w:t>
            </w:r>
          </w:p>
        </w:tc>
      </w:tr>
      <w:tr w:rsidR="00D20507" w:rsidRPr="00F95FBD" w14:paraId="5809FD4C"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22296E4C" w14:textId="77777777" w:rsidR="00D20507" w:rsidRPr="00F95FBD" w:rsidRDefault="00D20507" w:rsidP="000B0B79">
            <w:pPr>
              <w:pStyle w:val="Tabulka"/>
              <w:rPr>
                <w:sz w:val="18"/>
              </w:rPr>
            </w:pPr>
            <w:r w:rsidRPr="00F95FBD">
              <w:rPr>
                <w:sz w:val="18"/>
              </w:rPr>
              <w:t>Adresa</w:t>
            </w:r>
          </w:p>
        </w:tc>
        <w:tc>
          <w:tcPr>
            <w:tcW w:w="5812" w:type="dxa"/>
          </w:tcPr>
          <w:p w14:paraId="2A79218B" w14:textId="77777777" w:rsidR="00D20507" w:rsidRPr="009074B4"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Nádražní 198, </w:t>
            </w:r>
          </w:p>
          <w:p w14:paraId="0408935D"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783 53 Velká Bystřice)</w:t>
            </w:r>
          </w:p>
        </w:tc>
      </w:tr>
      <w:tr w:rsidR="00D20507" w:rsidRPr="00F95FBD" w14:paraId="450A93D5"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12473463" w14:textId="77777777" w:rsidR="00D20507" w:rsidRPr="00F95FBD" w:rsidRDefault="00D20507" w:rsidP="000B0B79">
            <w:pPr>
              <w:pStyle w:val="Tabulka"/>
              <w:rPr>
                <w:sz w:val="18"/>
              </w:rPr>
            </w:pPr>
            <w:r w:rsidRPr="00F95FBD">
              <w:rPr>
                <w:sz w:val="18"/>
              </w:rPr>
              <w:t>E-mail</w:t>
            </w:r>
          </w:p>
        </w:tc>
        <w:tc>
          <w:tcPr>
            <w:tcW w:w="5812" w:type="dxa"/>
          </w:tcPr>
          <w:p w14:paraId="50B18365"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Chudik@spravazeleznic.cz</w:t>
            </w:r>
          </w:p>
        </w:tc>
      </w:tr>
      <w:tr w:rsidR="00D20507" w:rsidRPr="00F95FBD" w14:paraId="78ED9E10"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41D61990" w14:textId="77777777" w:rsidR="00D20507" w:rsidRPr="00F95FBD" w:rsidRDefault="00D20507" w:rsidP="000B0B79">
            <w:pPr>
              <w:pStyle w:val="Tabulka"/>
              <w:rPr>
                <w:sz w:val="18"/>
              </w:rPr>
            </w:pPr>
            <w:r w:rsidRPr="00F95FBD">
              <w:rPr>
                <w:sz w:val="18"/>
              </w:rPr>
              <w:t>Telefon</w:t>
            </w:r>
          </w:p>
        </w:tc>
        <w:tc>
          <w:tcPr>
            <w:tcW w:w="5812" w:type="dxa"/>
          </w:tcPr>
          <w:p w14:paraId="4D9F7238" w14:textId="77777777" w:rsidR="00D20507" w:rsidRPr="00F95FBD"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+420 606 744 632</w:t>
            </w:r>
          </w:p>
        </w:tc>
      </w:tr>
    </w:tbl>
    <w:p w14:paraId="4ED5D634" w14:textId="77777777" w:rsidR="00D20507" w:rsidRPr="00F95FBD" w:rsidRDefault="00D20507" w:rsidP="00D20507">
      <w:pPr>
        <w:pStyle w:val="Textbezodsazen"/>
      </w:pPr>
    </w:p>
    <w:p w14:paraId="7C87759C" w14:textId="77777777" w:rsidR="00D20507" w:rsidRPr="00E22B1F" w:rsidRDefault="00D20507" w:rsidP="00D20507">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D20507" w:rsidRPr="00F95FBD" w14:paraId="6D39F42A" w14:textId="77777777" w:rsidTr="000B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B7D103" w14:textId="77777777" w:rsidR="00D20507" w:rsidRPr="00A51E16" w:rsidRDefault="00D20507" w:rsidP="000B0B79">
            <w:pPr>
              <w:pStyle w:val="Tabulka"/>
              <w:rPr>
                <w:rStyle w:val="Nadpisvtabulce"/>
                <w:b w:val="0"/>
              </w:rPr>
            </w:pPr>
            <w:r w:rsidRPr="00A51E16">
              <w:rPr>
                <w:rStyle w:val="Nadpisvtabulce"/>
                <w:b w:val="0"/>
              </w:rPr>
              <w:t>Jméno a příjmení</w:t>
            </w:r>
          </w:p>
        </w:tc>
        <w:tc>
          <w:tcPr>
            <w:tcW w:w="5812" w:type="dxa"/>
          </w:tcPr>
          <w:p w14:paraId="6DDA5D4B" w14:textId="77777777" w:rsidR="00D20507" w:rsidRPr="00A51E16" w:rsidRDefault="00D20507" w:rsidP="000B0B79">
            <w:pPr>
              <w:pStyle w:val="Tabulka"/>
              <w:cnfStyle w:val="100000000000" w:firstRow="1" w:lastRow="0" w:firstColumn="0" w:lastColumn="0" w:oddVBand="0" w:evenVBand="0" w:oddHBand="0" w:evenHBand="0" w:firstRowFirstColumn="0" w:firstRowLastColumn="0" w:lastRowFirstColumn="0" w:lastRowLastColumn="0"/>
              <w:rPr>
                <w:sz w:val="18"/>
              </w:rPr>
            </w:pPr>
            <w:r w:rsidRPr="00A51E16">
              <w:rPr>
                <w:sz w:val="18"/>
              </w:rPr>
              <w:t>Ing. Petr MALÝ</w:t>
            </w:r>
          </w:p>
        </w:tc>
      </w:tr>
      <w:tr w:rsidR="00D20507" w:rsidRPr="00F95FBD" w14:paraId="15714BA5"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6358DB14" w14:textId="77777777" w:rsidR="00D20507" w:rsidRPr="00F95FBD" w:rsidRDefault="00D20507" w:rsidP="000B0B79">
            <w:pPr>
              <w:pStyle w:val="Tabulka"/>
              <w:rPr>
                <w:sz w:val="18"/>
              </w:rPr>
            </w:pPr>
            <w:r w:rsidRPr="00F95FBD">
              <w:rPr>
                <w:sz w:val="18"/>
              </w:rPr>
              <w:t>Adresa</w:t>
            </w:r>
          </w:p>
        </w:tc>
        <w:tc>
          <w:tcPr>
            <w:tcW w:w="5812" w:type="dxa"/>
          </w:tcPr>
          <w:p w14:paraId="62D976CA" w14:textId="77777777" w:rsidR="00D20507" w:rsidRPr="009074B4"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4BAF0C22" w14:textId="77777777" w:rsidR="00D20507" w:rsidRPr="00497291"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highlight w:val="lightGray"/>
              </w:rPr>
            </w:pPr>
            <w:r w:rsidRPr="009074B4">
              <w:rPr>
                <w:sz w:val="18"/>
              </w:rPr>
              <w:t>779 00 Olomouc)</w:t>
            </w:r>
          </w:p>
        </w:tc>
      </w:tr>
      <w:tr w:rsidR="00D20507" w:rsidRPr="00F95FBD" w14:paraId="14BA63AB"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366FC3DF" w14:textId="77777777" w:rsidR="00D20507" w:rsidRPr="00F95FBD" w:rsidRDefault="00D20507" w:rsidP="000B0B79">
            <w:pPr>
              <w:pStyle w:val="Tabulka"/>
              <w:rPr>
                <w:sz w:val="18"/>
              </w:rPr>
            </w:pPr>
            <w:r w:rsidRPr="00F95FBD">
              <w:rPr>
                <w:sz w:val="18"/>
              </w:rPr>
              <w:t>E-mail</w:t>
            </w:r>
          </w:p>
        </w:tc>
        <w:tc>
          <w:tcPr>
            <w:tcW w:w="5812" w:type="dxa"/>
          </w:tcPr>
          <w:p w14:paraId="78BA0E10" w14:textId="77777777" w:rsidR="00D20507" w:rsidRPr="00497291"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highlight w:val="lightGray"/>
              </w:rPr>
            </w:pPr>
            <w:r w:rsidRPr="00A51E16">
              <w:rPr>
                <w:sz w:val="18"/>
              </w:rPr>
              <w:t>Maly@spravazeleznic.cz</w:t>
            </w:r>
          </w:p>
        </w:tc>
      </w:tr>
      <w:tr w:rsidR="00D20507" w:rsidRPr="00F95FBD" w14:paraId="02ABC991"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4D8E414E" w14:textId="77777777" w:rsidR="00D20507" w:rsidRPr="00F95FBD" w:rsidRDefault="00D20507" w:rsidP="000B0B79">
            <w:pPr>
              <w:pStyle w:val="Tabulka"/>
              <w:rPr>
                <w:sz w:val="18"/>
              </w:rPr>
            </w:pPr>
            <w:r w:rsidRPr="00F95FBD">
              <w:rPr>
                <w:sz w:val="18"/>
              </w:rPr>
              <w:t>Telefon</w:t>
            </w:r>
          </w:p>
        </w:tc>
        <w:tc>
          <w:tcPr>
            <w:tcW w:w="5812" w:type="dxa"/>
          </w:tcPr>
          <w:p w14:paraId="656C314A" w14:textId="77777777" w:rsidR="00D20507" w:rsidRPr="00497291"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highlight w:val="lightGray"/>
              </w:rPr>
            </w:pPr>
            <w:r w:rsidRPr="00A51E16">
              <w:rPr>
                <w:sz w:val="18"/>
              </w:rPr>
              <w:t>+420 725 023 581</w:t>
            </w:r>
          </w:p>
        </w:tc>
      </w:tr>
    </w:tbl>
    <w:p w14:paraId="13605F73" w14:textId="77777777" w:rsidR="00D20507" w:rsidRDefault="00D20507" w:rsidP="00D20507">
      <w:pPr>
        <w:pStyle w:val="Textbezodsazen"/>
      </w:pPr>
    </w:p>
    <w:p w14:paraId="733A72DA" w14:textId="77777777" w:rsidR="00D20507" w:rsidRPr="00694567" w:rsidRDefault="00D20507" w:rsidP="00D20507">
      <w:pPr>
        <w:pStyle w:val="Textbezodsazen"/>
        <w:rPr>
          <w:b/>
        </w:rPr>
      </w:pPr>
      <w:r w:rsidRPr="00694567">
        <w:rPr>
          <w:b/>
        </w:rPr>
        <w:t>Za Objednatele 2:</w:t>
      </w:r>
    </w:p>
    <w:p w14:paraId="24550F41" w14:textId="77777777" w:rsidR="00D20507" w:rsidRPr="00694567" w:rsidRDefault="00D20507" w:rsidP="00D20507">
      <w:pPr>
        <w:pStyle w:val="Nadpistabulky"/>
        <w:rPr>
          <w:rFonts w:asciiTheme="minorHAnsi" w:hAnsiTheme="minorHAnsi"/>
          <w:sz w:val="18"/>
          <w:szCs w:val="18"/>
        </w:rPr>
      </w:pPr>
      <w:r w:rsidRPr="00694567">
        <w:rPr>
          <w:rFonts w:asciiTheme="minorHAnsi" w:hAnsiTheme="minorHAnsi"/>
          <w:sz w:val="18"/>
          <w:szCs w:val="18"/>
        </w:rPr>
        <w:t xml:space="preserve">Ve věcech </w:t>
      </w:r>
      <w:r w:rsidRPr="00694567">
        <w:rPr>
          <w:sz w:val="18"/>
          <w:szCs w:val="18"/>
        </w:rPr>
        <w:t>smluvních</w:t>
      </w:r>
      <w:r w:rsidRPr="00694567">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20507" w:rsidRPr="00694567" w14:paraId="4F750FDB" w14:textId="77777777" w:rsidTr="000B0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370667" w14:textId="77777777" w:rsidR="00D20507" w:rsidRPr="00694567" w:rsidRDefault="00D20507" w:rsidP="000B0B79">
            <w:pPr>
              <w:pStyle w:val="Tabulka"/>
              <w:rPr>
                <w:rStyle w:val="Nadpisvtabulce"/>
              </w:rPr>
            </w:pPr>
            <w:r w:rsidRPr="00694567">
              <w:rPr>
                <w:rStyle w:val="Nadpisvtabulce"/>
              </w:rPr>
              <w:t>Jméno a příjmení</w:t>
            </w:r>
          </w:p>
        </w:tc>
        <w:tc>
          <w:tcPr>
            <w:tcW w:w="5812" w:type="dxa"/>
          </w:tcPr>
          <w:p w14:paraId="4FFD9CCC" w14:textId="77777777" w:rsidR="00D20507" w:rsidRPr="00694567" w:rsidRDefault="00D20507" w:rsidP="000B0B79">
            <w:pPr>
              <w:pStyle w:val="Tabulka"/>
              <w:cnfStyle w:val="100000000000" w:firstRow="1" w:lastRow="0" w:firstColumn="0" w:lastColumn="0" w:oddVBand="0" w:evenVBand="0" w:oddHBand="0" w:evenHBand="0" w:firstRowFirstColumn="0" w:firstRowLastColumn="0" w:lastRowFirstColumn="0" w:lastRowLastColumn="0"/>
              <w:rPr>
                <w:sz w:val="18"/>
              </w:rPr>
            </w:pPr>
            <w:r w:rsidRPr="00694567">
              <w:rPr>
                <w:sz w:val="18"/>
              </w:rPr>
              <w:t>Ing. Pavel VYCHODIL</w:t>
            </w:r>
          </w:p>
        </w:tc>
      </w:tr>
      <w:tr w:rsidR="00D20507" w:rsidRPr="00694567" w14:paraId="1B43B573" w14:textId="77777777" w:rsidTr="000B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EE24EA" w14:textId="77777777" w:rsidR="00D20507" w:rsidRPr="00694567" w:rsidRDefault="00D20507" w:rsidP="000B0B79">
            <w:pPr>
              <w:pStyle w:val="Tabulka"/>
              <w:rPr>
                <w:sz w:val="18"/>
              </w:rPr>
            </w:pPr>
            <w:r w:rsidRPr="00694567">
              <w:rPr>
                <w:sz w:val="18"/>
              </w:rPr>
              <w:t>Adresa</w:t>
            </w:r>
          </w:p>
        </w:tc>
        <w:tc>
          <w:tcPr>
            <w:tcW w:w="5812" w:type="dxa"/>
          </w:tcPr>
          <w:p w14:paraId="430B157A" w14:textId="77777777" w:rsidR="00D20507" w:rsidRPr="00694567"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694567">
              <w:rPr>
                <w:sz w:val="18"/>
              </w:rPr>
              <w:t>Koželužská 563/1, 779 00 Olomouc</w:t>
            </w:r>
          </w:p>
        </w:tc>
      </w:tr>
      <w:tr w:rsidR="00D20507" w:rsidRPr="00694567" w14:paraId="3A35BE4C" w14:textId="77777777" w:rsidTr="000B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94C53C" w14:textId="77777777" w:rsidR="00D20507" w:rsidRPr="00694567" w:rsidRDefault="00D20507" w:rsidP="000B0B79">
            <w:pPr>
              <w:pStyle w:val="Tabulka"/>
              <w:rPr>
                <w:sz w:val="18"/>
              </w:rPr>
            </w:pPr>
            <w:r w:rsidRPr="00694567">
              <w:rPr>
                <w:sz w:val="18"/>
              </w:rPr>
              <w:t>E-mail</w:t>
            </w:r>
          </w:p>
        </w:tc>
        <w:tc>
          <w:tcPr>
            <w:tcW w:w="5812" w:type="dxa"/>
          </w:tcPr>
          <w:p w14:paraId="595F5B13" w14:textId="77777777" w:rsidR="00D20507" w:rsidRPr="00694567" w:rsidRDefault="00897C33" w:rsidP="000B0B7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20507" w:rsidRPr="00694567">
                <w:rPr>
                  <w:rStyle w:val="Hypertextovodkaz"/>
                  <w:noProof w:val="0"/>
                  <w:sz w:val="18"/>
                </w:rPr>
                <w:t>vychodil@dpmo.cz</w:t>
              </w:r>
            </w:hyperlink>
          </w:p>
        </w:tc>
      </w:tr>
      <w:tr w:rsidR="00D20507" w:rsidRPr="00694567" w14:paraId="787A0AFB" w14:textId="77777777" w:rsidTr="000B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22DA5" w14:textId="77777777" w:rsidR="00D20507" w:rsidRPr="00694567" w:rsidRDefault="00D20507" w:rsidP="000B0B79">
            <w:pPr>
              <w:pStyle w:val="Tabulka"/>
              <w:rPr>
                <w:sz w:val="18"/>
              </w:rPr>
            </w:pPr>
            <w:r w:rsidRPr="00694567">
              <w:rPr>
                <w:sz w:val="18"/>
              </w:rPr>
              <w:t>Telefon</w:t>
            </w:r>
          </w:p>
        </w:tc>
        <w:tc>
          <w:tcPr>
            <w:tcW w:w="5812" w:type="dxa"/>
          </w:tcPr>
          <w:p w14:paraId="2C2DEA16" w14:textId="77777777" w:rsidR="00D20507" w:rsidRPr="00694567"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694567">
              <w:rPr>
                <w:sz w:val="18"/>
              </w:rPr>
              <w:t>+420 777 776 531</w:t>
            </w:r>
          </w:p>
        </w:tc>
      </w:tr>
    </w:tbl>
    <w:p w14:paraId="7D0439D6" w14:textId="77777777" w:rsidR="00D20507" w:rsidRPr="00264409" w:rsidRDefault="00D20507" w:rsidP="00D20507">
      <w:pPr>
        <w:pStyle w:val="Textbezodsazen"/>
        <w:rPr>
          <w:highlight w:val="green"/>
        </w:rPr>
      </w:pPr>
    </w:p>
    <w:p w14:paraId="262BD449" w14:textId="77777777" w:rsidR="00D20507" w:rsidRPr="006504B2" w:rsidRDefault="00D20507" w:rsidP="00D20507">
      <w:pPr>
        <w:pStyle w:val="Nadpistabulky"/>
        <w:rPr>
          <w:rFonts w:asciiTheme="minorHAnsi" w:hAnsiTheme="minorHAnsi"/>
          <w:sz w:val="18"/>
          <w:szCs w:val="18"/>
        </w:rPr>
      </w:pPr>
      <w:r w:rsidRPr="006504B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20507" w:rsidRPr="006504B2" w14:paraId="53415C4F" w14:textId="77777777" w:rsidTr="000B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BACA3" w14:textId="77777777" w:rsidR="00D20507" w:rsidRPr="006504B2" w:rsidRDefault="00D20507" w:rsidP="000B0B79">
            <w:pPr>
              <w:pStyle w:val="Tabulka"/>
              <w:rPr>
                <w:rStyle w:val="Nadpisvtabulce"/>
                <w:b w:val="0"/>
              </w:rPr>
            </w:pPr>
            <w:r w:rsidRPr="006504B2">
              <w:rPr>
                <w:rStyle w:val="Nadpisvtabulce"/>
                <w:b w:val="0"/>
              </w:rPr>
              <w:t>Jméno a příjmení</w:t>
            </w:r>
          </w:p>
        </w:tc>
        <w:tc>
          <w:tcPr>
            <w:tcW w:w="5812" w:type="dxa"/>
          </w:tcPr>
          <w:p w14:paraId="759AEB4A" w14:textId="77777777" w:rsidR="00D20507" w:rsidRPr="006504B2" w:rsidRDefault="00D20507" w:rsidP="000B0B79">
            <w:pPr>
              <w:pStyle w:val="Tabulka"/>
              <w:cnfStyle w:val="100000000000" w:firstRow="1" w:lastRow="0" w:firstColumn="0" w:lastColumn="0" w:oddVBand="0" w:evenVBand="0" w:oddHBand="0" w:evenHBand="0" w:firstRowFirstColumn="0" w:firstRowLastColumn="0" w:lastRowFirstColumn="0" w:lastRowLastColumn="0"/>
              <w:rPr>
                <w:sz w:val="18"/>
              </w:rPr>
            </w:pPr>
            <w:r w:rsidRPr="006504B2">
              <w:rPr>
                <w:sz w:val="18"/>
              </w:rPr>
              <w:t>Václav STEJSKAL</w:t>
            </w:r>
          </w:p>
        </w:tc>
      </w:tr>
      <w:tr w:rsidR="00D20507" w:rsidRPr="006504B2" w14:paraId="76925E2A"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0D7F283B" w14:textId="77777777" w:rsidR="00D20507" w:rsidRPr="006504B2" w:rsidRDefault="00D20507" w:rsidP="000B0B79">
            <w:pPr>
              <w:pStyle w:val="Tabulka"/>
              <w:rPr>
                <w:sz w:val="18"/>
              </w:rPr>
            </w:pPr>
            <w:r w:rsidRPr="006504B2">
              <w:rPr>
                <w:sz w:val="18"/>
              </w:rPr>
              <w:t>Adresa</w:t>
            </w:r>
          </w:p>
        </w:tc>
        <w:tc>
          <w:tcPr>
            <w:tcW w:w="5812" w:type="dxa"/>
          </w:tcPr>
          <w:p w14:paraId="623717A1" w14:textId="77777777" w:rsidR="00D20507" w:rsidRPr="006504B2"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Koželužská 563/1, 779 00 Olomouc</w:t>
            </w:r>
          </w:p>
        </w:tc>
      </w:tr>
      <w:tr w:rsidR="00D20507" w:rsidRPr="006504B2" w14:paraId="431B7E2B"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683379ED" w14:textId="77777777" w:rsidR="00D20507" w:rsidRPr="006504B2" w:rsidRDefault="00D20507" w:rsidP="000B0B79">
            <w:pPr>
              <w:pStyle w:val="Tabulka"/>
              <w:rPr>
                <w:sz w:val="18"/>
              </w:rPr>
            </w:pPr>
            <w:r w:rsidRPr="006504B2">
              <w:rPr>
                <w:sz w:val="18"/>
              </w:rPr>
              <w:t>E-mail</w:t>
            </w:r>
          </w:p>
        </w:tc>
        <w:tc>
          <w:tcPr>
            <w:tcW w:w="5812" w:type="dxa"/>
          </w:tcPr>
          <w:p w14:paraId="19D95EEE" w14:textId="77777777" w:rsidR="00D20507" w:rsidRPr="006504B2" w:rsidRDefault="00897C33" w:rsidP="000B0B7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20507" w:rsidRPr="006504B2">
                <w:rPr>
                  <w:rStyle w:val="Hypertextovodkaz"/>
                  <w:noProof w:val="0"/>
                  <w:sz w:val="18"/>
                </w:rPr>
                <w:t>stejskal@dpmo.cz</w:t>
              </w:r>
            </w:hyperlink>
          </w:p>
        </w:tc>
      </w:tr>
      <w:tr w:rsidR="00D20507" w:rsidRPr="006504B2" w14:paraId="25A62FAD"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0C409D2" w14:textId="77777777" w:rsidR="00D20507" w:rsidRPr="006504B2" w:rsidRDefault="00D20507" w:rsidP="000B0B79">
            <w:pPr>
              <w:pStyle w:val="Tabulka"/>
              <w:rPr>
                <w:sz w:val="18"/>
              </w:rPr>
            </w:pPr>
            <w:r w:rsidRPr="006504B2">
              <w:rPr>
                <w:sz w:val="18"/>
              </w:rPr>
              <w:t>Telefon</w:t>
            </w:r>
          </w:p>
        </w:tc>
        <w:tc>
          <w:tcPr>
            <w:tcW w:w="5812" w:type="dxa"/>
            <w:tcBorders>
              <w:bottom w:val="single" w:sz="2" w:space="0" w:color="auto"/>
            </w:tcBorders>
          </w:tcPr>
          <w:p w14:paraId="4BB97ABB" w14:textId="77777777" w:rsidR="00D20507" w:rsidRPr="006504B2"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+420 778 494 777</w:t>
            </w:r>
          </w:p>
        </w:tc>
      </w:tr>
    </w:tbl>
    <w:p w14:paraId="737FCE38" w14:textId="77777777" w:rsidR="00D20507" w:rsidRPr="006504B2" w:rsidRDefault="00D20507" w:rsidP="00D20507">
      <w:pPr>
        <w:pStyle w:val="Textbezodsazen"/>
      </w:pPr>
    </w:p>
    <w:p w14:paraId="09173A66" w14:textId="77777777" w:rsidR="00D20507" w:rsidRPr="006504B2" w:rsidRDefault="00D20507" w:rsidP="00D20507">
      <w:pPr>
        <w:pStyle w:val="Nadpistabulky"/>
        <w:rPr>
          <w:rFonts w:asciiTheme="minorHAnsi" w:hAnsiTheme="minorHAnsi"/>
          <w:sz w:val="18"/>
          <w:szCs w:val="18"/>
        </w:rPr>
      </w:pPr>
      <w:r w:rsidRPr="006504B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20507" w:rsidRPr="006504B2" w14:paraId="627089D1" w14:textId="77777777" w:rsidTr="000B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281EDD" w14:textId="77777777" w:rsidR="00D20507" w:rsidRPr="006504B2" w:rsidRDefault="00D20507" w:rsidP="000B0B79">
            <w:pPr>
              <w:pStyle w:val="Tabulka"/>
              <w:rPr>
                <w:rStyle w:val="Nadpisvtabulce"/>
                <w:b w:val="0"/>
              </w:rPr>
            </w:pPr>
            <w:r w:rsidRPr="006504B2">
              <w:rPr>
                <w:rStyle w:val="Nadpisvtabulce"/>
                <w:b w:val="0"/>
              </w:rPr>
              <w:t>Jméno a příjmení</w:t>
            </w:r>
          </w:p>
        </w:tc>
        <w:tc>
          <w:tcPr>
            <w:tcW w:w="5812" w:type="dxa"/>
          </w:tcPr>
          <w:p w14:paraId="2D34ECE3" w14:textId="77777777" w:rsidR="00D20507" w:rsidRPr="006504B2" w:rsidRDefault="00D20507" w:rsidP="000B0B79">
            <w:pPr>
              <w:pStyle w:val="Tabulka"/>
              <w:cnfStyle w:val="100000000000" w:firstRow="1" w:lastRow="0" w:firstColumn="0" w:lastColumn="0" w:oddVBand="0" w:evenVBand="0" w:oddHBand="0" w:evenHBand="0" w:firstRowFirstColumn="0" w:firstRowLastColumn="0" w:lastRowFirstColumn="0" w:lastRowLastColumn="0"/>
              <w:rPr>
                <w:sz w:val="18"/>
              </w:rPr>
            </w:pPr>
            <w:r w:rsidRPr="006504B2">
              <w:rPr>
                <w:sz w:val="18"/>
              </w:rPr>
              <w:t>Václav STEJSKAL</w:t>
            </w:r>
          </w:p>
        </w:tc>
      </w:tr>
      <w:tr w:rsidR="00D20507" w:rsidRPr="006504B2" w14:paraId="3BA24284"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12641076" w14:textId="77777777" w:rsidR="00D20507" w:rsidRPr="006504B2" w:rsidRDefault="00D20507" w:rsidP="000B0B79">
            <w:pPr>
              <w:pStyle w:val="Tabulka"/>
              <w:rPr>
                <w:sz w:val="18"/>
              </w:rPr>
            </w:pPr>
            <w:r w:rsidRPr="006504B2">
              <w:rPr>
                <w:sz w:val="18"/>
              </w:rPr>
              <w:t>Adresa</w:t>
            </w:r>
          </w:p>
        </w:tc>
        <w:tc>
          <w:tcPr>
            <w:tcW w:w="5812" w:type="dxa"/>
          </w:tcPr>
          <w:p w14:paraId="23D84A2C" w14:textId="77777777" w:rsidR="00D20507" w:rsidRPr="006504B2"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Koželužská 563/1, 779 00 Olomouc</w:t>
            </w:r>
          </w:p>
        </w:tc>
      </w:tr>
      <w:tr w:rsidR="00D20507" w:rsidRPr="006504B2" w14:paraId="52E257E2" w14:textId="77777777" w:rsidTr="000B0B79">
        <w:tc>
          <w:tcPr>
            <w:cnfStyle w:val="001000000000" w:firstRow="0" w:lastRow="0" w:firstColumn="1" w:lastColumn="0" w:oddVBand="0" w:evenVBand="0" w:oddHBand="0" w:evenHBand="0" w:firstRowFirstColumn="0" w:firstRowLastColumn="0" w:lastRowFirstColumn="0" w:lastRowLastColumn="0"/>
            <w:tcW w:w="3056" w:type="dxa"/>
          </w:tcPr>
          <w:p w14:paraId="5ADE9532" w14:textId="77777777" w:rsidR="00D20507" w:rsidRPr="006504B2" w:rsidRDefault="00D20507" w:rsidP="000B0B79">
            <w:pPr>
              <w:pStyle w:val="Tabulka"/>
              <w:rPr>
                <w:sz w:val="18"/>
              </w:rPr>
            </w:pPr>
            <w:r w:rsidRPr="006504B2">
              <w:rPr>
                <w:sz w:val="18"/>
              </w:rPr>
              <w:t>E-mail</w:t>
            </w:r>
          </w:p>
        </w:tc>
        <w:tc>
          <w:tcPr>
            <w:tcW w:w="5812" w:type="dxa"/>
          </w:tcPr>
          <w:p w14:paraId="280E97CD" w14:textId="77777777" w:rsidR="00D20507" w:rsidRPr="006504B2" w:rsidRDefault="00897C33" w:rsidP="000B0B79">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D20507" w:rsidRPr="006504B2">
                <w:rPr>
                  <w:rStyle w:val="Hypertextovodkaz"/>
                  <w:noProof w:val="0"/>
                  <w:sz w:val="18"/>
                </w:rPr>
                <w:t>stejskal@dpmo.cz</w:t>
              </w:r>
            </w:hyperlink>
          </w:p>
        </w:tc>
      </w:tr>
      <w:tr w:rsidR="00D20507" w:rsidRPr="00F95FBD" w14:paraId="03AE442D" w14:textId="77777777" w:rsidTr="000B0B7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50524CB9" w14:textId="77777777" w:rsidR="00D20507" w:rsidRPr="006504B2" w:rsidRDefault="00D20507" w:rsidP="000B0B79">
            <w:pPr>
              <w:pStyle w:val="Tabulka"/>
              <w:rPr>
                <w:sz w:val="18"/>
              </w:rPr>
            </w:pPr>
            <w:r w:rsidRPr="006504B2">
              <w:rPr>
                <w:sz w:val="18"/>
              </w:rPr>
              <w:t>Telefon</w:t>
            </w:r>
          </w:p>
        </w:tc>
        <w:tc>
          <w:tcPr>
            <w:tcW w:w="5812" w:type="dxa"/>
            <w:tcBorders>
              <w:bottom w:val="single" w:sz="2" w:space="0" w:color="auto"/>
            </w:tcBorders>
          </w:tcPr>
          <w:p w14:paraId="005623F6" w14:textId="77777777" w:rsidR="00D20507" w:rsidRPr="006504B2" w:rsidRDefault="00D20507" w:rsidP="000B0B79">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+420 778 494 777</w:t>
            </w:r>
          </w:p>
        </w:tc>
      </w:tr>
    </w:tbl>
    <w:p w14:paraId="475B544E" w14:textId="77777777" w:rsidR="00ED29F1" w:rsidRPr="00F95FBD" w:rsidRDefault="00ED29F1" w:rsidP="00ED29F1">
      <w:pPr>
        <w:pStyle w:val="Textbezodsazen"/>
      </w:pPr>
    </w:p>
    <w:bookmarkEnd w:id="2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lastRenderedPageBreak/>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1963FB7" w14:textId="4066EE08" w:rsidR="00165977" w:rsidRPr="00F95FBD" w:rsidRDefault="00F2090B"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D587A3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60535">
              <w:rPr>
                <w:rFonts w:eastAsia="Times New Roman" w:cs="Calibri"/>
                <w:sz w:val="18"/>
                <w:lang w:eastAsia="cs-CZ"/>
              </w:rPr>
              <w:t>M</w:t>
            </w:r>
            <w:r w:rsidR="002C7A28" w:rsidRPr="00E60535">
              <w:rPr>
                <w:rFonts w:eastAsia="Times New Roman" w:cs="Calibri"/>
                <w:sz w:val="18"/>
                <w:lang w:eastAsia="cs-CZ"/>
              </w:rPr>
              <w:t xml:space="preserve">inimálně </w:t>
            </w:r>
            <w:r w:rsidR="00E60535" w:rsidRPr="00E60535">
              <w:rPr>
                <w:rFonts w:eastAsia="Times New Roman" w:cs="Calibri"/>
                <w:sz w:val="18"/>
                <w:lang w:eastAsia="cs-CZ"/>
              </w:rPr>
              <w:t>5</w:t>
            </w:r>
            <w:r w:rsidR="002C7A28" w:rsidRPr="00E60535">
              <w:rPr>
                <w:rFonts w:eastAsia="Times New Roman" w:cs="Calibri"/>
                <w:color w:val="000000"/>
                <w:sz w:val="18"/>
                <w:lang w:eastAsia="cs-CZ"/>
              </w:rPr>
              <w:t xml:space="preserve"> mil. Kč</w:t>
            </w:r>
            <w:r w:rsidR="002C7A28" w:rsidRPr="00E60535">
              <w:rPr>
                <w:rFonts w:eastAsia="Times New Roman" w:cs="Calibri"/>
                <w:sz w:val="18"/>
                <w:lang w:eastAsia="cs-CZ"/>
              </w:rPr>
              <w:t xml:space="preserve"> na jednu pojistnou událost a </w:t>
            </w:r>
            <w:r w:rsidR="00E60535" w:rsidRPr="00E60535">
              <w:rPr>
                <w:rFonts w:eastAsia="Times New Roman" w:cs="Calibri"/>
                <w:sz w:val="18"/>
                <w:lang w:eastAsia="cs-CZ"/>
              </w:rPr>
              <w:t xml:space="preserve">5 </w:t>
            </w:r>
            <w:r w:rsidR="002C7A28" w:rsidRPr="00E60535">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7ED25324" w:rsidR="009C0CF1" w:rsidRDefault="009C0CF1" w:rsidP="009C0CF1">
      <w:pPr>
        <w:pStyle w:val="Nadpisbezsl1-2"/>
      </w:pPr>
      <w:r>
        <w:t>Osvědčení</w:t>
      </w:r>
      <w:r w:rsidR="00D20507">
        <w:t xml:space="preserve"> Objednatele 1</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52D91A64" w14:textId="3DB81B1E" w:rsidR="00D20507" w:rsidRPr="00D20507" w:rsidRDefault="002E1C36" w:rsidP="00D20507">
      <w:pPr>
        <w:keepNext/>
        <w:spacing w:after="60"/>
        <w:outlineLvl w:val="3"/>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15642E3" w14:textId="77777777" w:rsidR="00D20507" w:rsidRPr="00D20507" w:rsidRDefault="00D20507" w:rsidP="00D20507"/>
    <w:p w14:paraId="3992797E" w14:textId="77777777" w:rsidR="00D20507" w:rsidRPr="00D20507" w:rsidRDefault="00D20507" w:rsidP="00D20507"/>
    <w:p w14:paraId="473F65AD" w14:textId="77777777" w:rsidR="00D20507" w:rsidRPr="00D20507" w:rsidRDefault="00D20507" w:rsidP="00D20507"/>
    <w:p w14:paraId="5343293F" w14:textId="77777777" w:rsidR="00D20507" w:rsidRPr="00D20507" w:rsidRDefault="00D20507" w:rsidP="00D20507"/>
    <w:p w14:paraId="4E5D374F" w14:textId="77777777" w:rsidR="00D20507" w:rsidRPr="00D20507" w:rsidRDefault="00D20507" w:rsidP="00D20507"/>
    <w:p w14:paraId="006ECE84" w14:textId="77777777" w:rsidR="00D20507" w:rsidRPr="00D20507" w:rsidRDefault="00D20507" w:rsidP="00D20507"/>
    <w:p w14:paraId="1C1CDED9" w14:textId="77777777" w:rsidR="00D20507" w:rsidRPr="00D20507" w:rsidRDefault="00D20507" w:rsidP="00D20507"/>
    <w:p w14:paraId="377FD630" w14:textId="77777777" w:rsidR="00D20507" w:rsidRPr="00D20507" w:rsidRDefault="00D20507" w:rsidP="00D20507"/>
    <w:p w14:paraId="08CBE110" w14:textId="77777777" w:rsidR="00D20507" w:rsidRPr="00D20507" w:rsidRDefault="00D20507" w:rsidP="00D20507"/>
    <w:p w14:paraId="7C29A7A4" w14:textId="77777777" w:rsidR="00D20507" w:rsidRPr="00D20507" w:rsidRDefault="00D20507" w:rsidP="00D20507"/>
    <w:p w14:paraId="63711B81" w14:textId="77777777" w:rsidR="00D20507" w:rsidRPr="00D20507" w:rsidRDefault="00D20507" w:rsidP="00D20507"/>
    <w:p w14:paraId="7A662626" w14:textId="77777777" w:rsidR="00D20507" w:rsidRPr="00D20507" w:rsidRDefault="00D20507" w:rsidP="00D20507"/>
    <w:p w14:paraId="14AE081A" w14:textId="77777777" w:rsidR="00D20507" w:rsidRPr="00D20507" w:rsidRDefault="00D20507" w:rsidP="00D20507"/>
    <w:p w14:paraId="1795CC6F" w14:textId="77777777" w:rsidR="00D20507" w:rsidRPr="00D20507" w:rsidRDefault="00D20507" w:rsidP="00D20507"/>
    <w:p w14:paraId="22A734BF" w14:textId="77777777" w:rsidR="00D20507" w:rsidRPr="00D20507" w:rsidRDefault="00D20507" w:rsidP="00D20507"/>
    <w:p w14:paraId="1069F28B" w14:textId="77777777" w:rsidR="00D20507" w:rsidRPr="00D20507" w:rsidRDefault="00D20507" w:rsidP="00D20507"/>
    <w:p w14:paraId="1A7F60E8" w14:textId="77777777" w:rsidR="00D20507" w:rsidRPr="00D20507" w:rsidRDefault="00D20507" w:rsidP="00D20507">
      <w:pPr>
        <w:jc w:val="right"/>
      </w:pPr>
    </w:p>
    <w:sectPr w:rsidR="00D20507" w:rsidRPr="00D20507" w:rsidSect="00D20507">
      <w:footerReference w:type="default" r:id="rId39"/>
      <w:pgSz w:w="11906" w:h="16838" w:code="9"/>
      <w:pgMar w:top="1418" w:right="851" w:bottom="1418" w:left="851"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CE50A21"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6BDCAE65" w:rsidR="00285E8B" w:rsidRPr="00E7415D" w:rsidRDefault="00285E8B" w:rsidP="00A15E97">
          <w:pPr>
            <w:pStyle w:val="Zpat0"/>
            <w:rPr>
              <w:b/>
            </w:rPr>
          </w:pPr>
          <w:r>
            <w:t>VZ 635</w:t>
          </w:r>
          <w:r w:rsidR="00B14847">
            <w:t>24130</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15EE571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62CAA855" w:rsidR="00285E8B" w:rsidRDefault="00285E8B" w:rsidP="00F95FBD">
          <w:pPr>
            <w:pStyle w:val="Zpat0"/>
          </w:pPr>
          <w:r>
            <w:t>VS 635</w:t>
          </w:r>
          <w:r w:rsidR="00E60535">
            <w:t>24130</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567E5A9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352E7016" w:rsidR="00285E8B" w:rsidRDefault="00285E8B" w:rsidP="00F95FBD">
          <w:pPr>
            <w:pStyle w:val="Zpat0"/>
          </w:pPr>
          <w:r>
            <w:t>VS 635</w:t>
          </w:r>
          <w:r w:rsidR="00E60535">
            <w:t>24130</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507" w14:paraId="6CC4448E" w14:textId="77777777" w:rsidTr="000B0B79">
      <w:tc>
        <w:tcPr>
          <w:tcW w:w="1361" w:type="dxa"/>
          <w:tcMar>
            <w:left w:w="0" w:type="dxa"/>
            <w:right w:w="0" w:type="dxa"/>
          </w:tcMar>
          <w:vAlign w:val="bottom"/>
        </w:tcPr>
        <w:p w14:paraId="36BD2367" w14:textId="6BD8A477" w:rsidR="00D20507" w:rsidRPr="00B8518B" w:rsidRDefault="00D20507" w:rsidP="00D2050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03F8B1" w14:textId="77777777" w:rsidR="00D20507" w:rsidRDefault="00D20507" w:rsidP="00D20507">
          <w:pPr>
            <w:pStyle w:val="Zpat"/>
          </w:pPr>
        </w:p>
      </w:tc>
      <w:tc>
        <w:tcPr>
          <w:tcW w:w="425" w:type="dxa"/>
          <w:shd w:val="clear" w:color="auto" w:fill="auto"/>
          <w:tcMar>
            <w:left w:w="0" w:type="dxa"/>
            <w:right w:w="0" w:type="dxa"/>
          </w:tcMar>
        </w:tcPr>
        <w:p w14:paraId="606862B5" w14:textId="77777777" w:rsidR="00D20507" w:rsidRDefault="00D20507" w:rsidP="00D20507">
          <w:pPr>
            <w:pStyle w:val="Zpat"/>
          </w:pPr>
        </w:p>
      </w:tc>
      <w:tc>
        <w:tcPr>
          <w:tcW w:w="8505" w:type="dxa"/>
        </w:tcPr>
        <w:p w14:paraId="1F9FB3BD" w14:textId="1C085DD0" w:rsidR="00D20507" w:rsidRPr="00143EC0" w:rsidRDefault="00D20507" w:rsidP="00D20507">
          <w:pPr>
            <w:pStyle w:val="Zpat0"/>
            <w:rPr>
              <w:b/>
            </w:rPr>
          </w:pPr>
          <w:r>
            <w:rPr>
              <w:b/>
            </w:rPr>
            <w:t>PŘÍLOHA č. 10</w:t>
          </w:r>
        </w:p>
        <w:p w14:paraId="4CBF2869" w14:textId="77777777" w:rsidR="00D20507" w:rsidRDefault="00D20507" w:rsidP="00D20507">
          <w:pPr>
            <w:pStyle w:val="Zpat0"/>
          </w:pPr>
          <w:r>
            <w:t>SMLOUVA O DÍLO - Zhotovení stavby</w:t>
          </w:r>
        </w:p>
        <w:p w14:paraId="5C7E1A50" w14:textId="77777777" w:rsidR="00D20507" w:rsidRDefault="00D20507" w:rsidP="00D20507">
          <w:pPr>
            <w:pStyle w:val="Zpat0"/>
          </w:pPr>
          <w:r>
            <w:t>VS 63524130</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E2277C2"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03534318" w:rsidR="00285E8B" w:rsidRDefault="00285E8B" w:rsidP="00F95FBD">
          <w:pPr>
            <w:pStyle w:val="Zpat0"/>
          </w:pPr>
          <w:r>
            <w:t>VS 635</w:t>
          </w:r>
          <w:r w:rsidR="00E60535">
            <w:t>24130</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C865FB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5B8302C4" w:rsidR="00285E8B" w:rsidRDefault="00285E8B" w:rsidP="00F95FBD">
          <w:pPr>
            <w:pStyle w:val="Zpat0"/>
          </w:pPr>
          <w:r>
            <w:t>VS 635</w:t>
          </w:r>
          <w:r w:rsidR="00E60535">
            <w:t>24130</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69D31E0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21A107B4" w:rsidR="00285E8B" w:rsidRDefault="00285E8B" w:rsidP="00F95FBD">
          <w:pPr>
            <w:pStyle w:val="Zpat0"/>
          </w:pPr>
          <w:r>
            <w:t>VS 635</w:t>
          </w:r>
          <w:r w:rsidR="00E60535">
            <w:t>24130</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40006F4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1CA82566" w:rsidR="00285E8B" w:rsidRDefault="00285E8B" w:rsidP="00F95FBD">
          <w:pPr>
            <w:pStyle w:val="Zpat0"/>
          </w:pPr>
          <w:r>
            <w:t>VS 635</w:t>
          </w:r>
          <w:r w:rsidR="00E60535">
            <w:t>24130</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2D4EF17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500BF01E" w:rsidR="00285E8B" w:rsidRDefault="00285E8B" w:rsidP="00F95FBD">
          <w:pPr>
            <w:pStyle w:val="Zpat0"/>
          </w:pPr>
          <w:r>
            <w:t>VS 635</w:t>
          </w:r>
          <w:r w:rsidR="00E60535">
            <w:t>24130</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16A5A91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51834071" w:rsidR="00285E8B" w:rsidRDefault="00285E8B" w:rsidP="00F95FBD">
          <w:pPr>
            <w:pStyle w:val="Zpat0"/>
          </w:pPr>
          <w:r>
            <w:t>VS 635</w:t>
          </w:r>
          <w:r w:rsidR="00E60535">
            <w:t>24130</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1BC1B3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7C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321E45AD" w:rsidR="00285E8B" w:rsidRDefault="00285E8B" w:rsidP="00F95FBD">
          <w:pPr>
            <w:pStyle w:val="Zpat0"/>
          </w:pPr>
          <w:r>
            <w:t>VS 635</w:t>
          </w:r>
          <w:r w:rsidR="00E60535">
            <w:t>24130</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07E0017"/>
    <w:multiLevelType w:val="hybridMultilevel"/>
    <w:tmpl w:val="7C7E8054"/>
    <w:lvl w:ilvl="0" w:tplc="9CA28EDE">
      <w:start w:val="1"/>
      <w:numFmt w:val="lowerLetter"/>
      <w:lvlText w:val="%1)"/>
      <w:lvlJc w:val="left"/>
      <w:pPr>
        <w:ind w:left="1097" w:hanging="360"/>
      </w:pPr>
      <w:rPr>
        <w:rFonts w:ascii="Verdana" w:hAnsi="Verdana" w:cstheme="minorHAns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1DA76BA"/>
    <w:multiLevelType w:val="hybridMultilevel"/>
    <w:tmpl w:val="391EA0E8"/>
    <w:lvl w:ilvl="0" w:tplc="C5FA8C7E">
      <w:start w:val="972"/>
      <w:numFmt w:val="bullet"/>
      <w:lvlText w:val="-"/>
      <w:lvlJc w:val="left"/>
      <w:pPr>
        <w:ind w:left="2194" w:hanging="360"/>
      </w:pPr>
      <w:rPr>
        <w:rFonts w:ascii="Arial" w:eastAsia="Times New Roman" w:hAnsi="Arial" w:cs="Arial" w:hint="default"/>
      </w:rPr>
    </w:lvl>
    <w:lvl w:ilvl="1" w:tplc="04050003" w:tentative="1">
      <w:start w:val="1"/>
      <w:numFmt w:val="bullet"/>
      <w:lvlText w:val="o"/>
      <w:lvlJc w:val="left"/>
      <w:pPr>
        <w:ind w:left="2914" w:hanging="360"/>
      </w:pPr>
      <w:rPr>
        <w:rFonts w:ascii="Courier New" w:hAnsi="Courier New" w:cs="Courier New" w:hint="default"/>
      </w:rPr>
    </w:lvl>
    <w:lvl w:ilvl="2" w:tplc="04050005">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5"/>
  </w:num>
  <w:num w:numId="2" w16cid:durableId="1778796375">
    <w:abstractNumId w:val="1"/>
  </w:num>
  <w:num w:numId="3" w16cid:durableId="1740907183">
    <w:abstractNumId w:val="15"/>
  </w:num>
  <w:num w:numId="4" w16cid:durableId="42557283">
    <w:abstractNumId w:val="6"/>
  </w:num>
  <w:num w:numId="5" w16cid:durableId="1689601518">
    <w:abstractNumId w:val="7"/>
  </w:num>
  <w:num w:numId="6" w16cid:durableId="529686368">
    <w:abstractNumId w:val="0"/>
  </w:num>
  <w:num w:numId="7" w16cid:durableId="949355202">
    <w:abstractNumId w:val="7"/>
  </w:num>
  <w:num w:numId="8" w16cid:durableId="1351832944">
    <w:abstractNumId w:val="11"/>
  </w:num>
  <w:num w:numId="9" w16cid:durableId="1170833137">
    <w:abstractNumId w:val="13"/>
  </w:num>
  <w:num w:numId="10" w16cid:durableId="1262713645">
    <w:abstractNumId w:val="0"/>
  </w:num>
  <w:num w:numId="11" w16cid:durableId="1978752850">
    <w:abstractNumId w:val="4"/>
  </w:num>
  <w:num w:numId="12" w16cid:durableId="312174828">
    <w:abstractNumId w:val="17"/>
  </w:num>
  <w:num w:numId="13" w16cid:durableId="517742856">
    <w:abstractNumId w:val="8"/>
  </w:num>
  <w:num w:numId="14" w16cid:durableId="7923344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9"/>
  </w:num>
  <w:num w:numId="19" w16cid:durableId="1995258040">
    <w:abstractNumId w:val="10"/>
  </w:num>
  <w:num w:numId="20" w16cid:durableId="1106926326">
    <w:abstractNumId w:val="16"/>
  </w:num>
  <w:num w:numId="21" w16cid:durableId="23750646">
    <w:abstractNumId w:val="0"/>
  </w:num>
  <w:num w:numId="22" w16cid:durableId="872575568">
    <w:abstractNumId w:val="0"/>
  </w:num>
  <w:num w:numId="23" w16cid:durableId="1007633330">
    <w:abstractNumId w:val="14"/>
  </w:num>
  <w:num w:numId="24" w16cid:durableId="1039208140">
    <w:abstractNumId w:val="3"/>
  </w:num>
  <w:num w:numId="25" w16cid:durableId="1420177485">
    <w:abstractNumId w:val="0"/>
  </w:num>
  <w:num w:numId="26" w16cid:durableId="1837650754">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5DF"/>
    <w:rsid w:val="00017F3C"/>
    <w:rsid w:val="00023257"/>
    <w:rsid w:val="0002745A"/>
    <w:rsid w:val="00041EC8"/>
    <w:rsid w:val="00056BB3"/>
    <w:rsid w:val="00056BC3"/>
    <w:rsid w:val="0006588D"/>
    <w:rsid w:val="00067A5E"/>
    <w:rsid w:val="000707E6"/>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37D29"/>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D743C"/>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4DAD"/>
    <w:rsid w:val="005A6B21"/>
    <w:rsid w:val="005A7872"/>
    <w:rsid w:val="005B2E3A"/>
    <w:rsid w:val="005C56F4"/>
    <w:rsid w:val="005D3C39"/>
    <w:rsid w:val="005F5FFB"/>
    <w:rsid w:val="00601A8C"/>
    <w:rsid w:val="0061068E"/>
    <w:rsid w:val="00611325"/>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97C33"/>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41C6B"/>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4847"/>
    <w:rsid w:val="00B15D0D"/>
    <w:rsid w:val="00B22106"/>
    <w:rsid w:val="00B2453C"/>
    <w:rsid w:val="00B26EBE"/>
    <w:rsid w:val="00B309E3"/>
    <w:rsid w:val="00B331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0507"/>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1C74"/>
    <w:rsid w:val="00E22B1F"/>
    <w:rsid w:val="00E26D68"/>
    <w:rsid w:val="00E37701"/>
    <w:rsid w:val="00E44045"/>
    <w:rsid w:val="00E463D2"/>
    <w:rsid w:val="00E519F6"/>
    <w:rsid w:val="00E5542B"/>
    <w:rsid w:val="00E60535"/>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57879"/>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897C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mo@dpmo.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akturace@dpmo.cz"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stejskal@dpmo.cz" TargetMode="External"/><Relationship Id="rId37" Type="http://schemas.openxmlformats.org/officeDocument/2006/relationships/header" Target="header6.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stejskal@dpmo.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vychodil@dpmo.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798</TotalTime>
  <Pages>26</Pages>
  <Words>6516</Words>
  <Characters>38448</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32</cp:revision>
  <cp:lastPrinted>2019-09-27T11:09:00Z</cp:lastPrinted>
  <dcterms:created xsi:type="dcterms:W3CDTF">2021-06-30T11:47:00Z</dcterms:created>
  <dcterms:modified xsi:type="dcterms:W3CDTF">2024-07-10T09:18:00Z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